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60D1" w:rsidRDefault="007E60D1" w:rsidP="002B6FFE">
      <w:pPr>
        <w:pageBreakBefore/>
        <w:jc w:val="center"/>
      </w:pPr>
      <w:r>
        <w:rPr>
          <w:noProof/>
          <w:lang w:eastAsia="ru-RU"/>
        </w:rPr>
        <w:pict>
          <v:line id="_x0000_s1026" style="position:absolute;left:0;text-align:left;z-index:251658240" from="603pt,35.9pt" to="603pt,116.9pt" strokeweight=".26mm">
            <v:stroke endarrow="block" joinstyle="miter"/>
          </v:lin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1in;visibility:visible">
            <v:imagedata r:id="rId7" o:title=""/>
          </v:shape>
        </w:pict>
      </w:r>
      <w:r>
        <w:t xml:space="preserve">                                              </w:t>
      </w:r>
    </w:p>
    <w:p w:rsidR="007E60D1" w:rsidRDefault="007E60D1">
      <w:pPr>
        <w:shd w:val="clear" w:color="auto" w:fill="FFFFFF"/>
        <w:spacing w:line="322" w:lineRule="exact"/>
        <w:jc w:val="center"/>
        <w:rPr>
          <w:b/>
          <w:bCs/>
          <w:color w:val="000000"/>
          <w:sz w:val="32"/>
          <w:szCs w:val="32"/>
        </w:rPr>
      </w:pPr>
    </w:p>
    <w:p w:rsidR="007E60D1" w:rsidRPr="00BC4E5F" w:rsidRDefault="007E60D1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КОМИТЕТ МЕСТНОГО САМОУПРАВЛЕНИЯ</w:t>
      </w:r>
    </w:p>
    <w:p w:rsidR="007E60D1" w:rsidRPr="00BC4E5F" w:rsidRDefault="007E60D1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ПОКРОВО-АРЧАДИНСКОГО СЕЛЬСОВЕТА</w:t>
      </w:r>
    </w:p>
    <w:p w:rsidR="007E60D1" w:rsidRPr="00BC4E5F" w:rsidRDefault="007E60D1">
      <w:pPr>
        <w:shd w:val="clear" w:color="auto" w:fill="FFFFFF"/>
        <w:spacing w:line="322" w:lineRule="exact"/>
        <w:jc w:val="center"/>
        <w:rPr>
          <w:b/>
          <w:bCs/>
          <w:color w:val="000000"/>
          <w:sz w:val="36"/>
          <w:szCs w:val="36"/>
        </w:rPr>
      </w:pPr>
      <w:r w:rsidRPr="00BC4E5F">
        <w:rPr>
          <w:b/>
          <w:bCs/>
          <w:color w:val="000000"/>
          <w:sz w:val="36"/>
          <w:szCs w:val="36"/>
        </w:rPr>
        <w:t>КАМЕНСКОГО РАЙОНА ПЕНЗЕНСКОЙ ОБЛАСТИ</w:t>
      </w:r>
    </w:p>
    <w:p w:rsidR="007E60D1" w:rsidRPr="00AB4A17" w:rsidRDefault="007E60D1">
      <w:pPr>
        <w:shd w:val="clear" w:color="auto" w:fill="FFFFFF"/>
        <w:spacing w:line="322" w:lineRule="exact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ТРЕТЬЕГО</w:t>
      </w:r>
      <w:r w:rsidRPr="00AB4A17">
        <w:rPr>
          <w:color w:val="000000"/>
          <w:sz w:val="36"/>
          <w:szCs w:val="36"/>
        </w:rPr>
        <w:t xml:space="preserve"> СОЗЫВА</w:t>
      </w:r>
    </w:p>
    <w:p w:rsidR="007E60D1" w:rsidRDefault="007E60D1">
      <w:pPr>
        <w:shd w:val="clear" w:color="auto" w:fill="FFFFFF"/>
        <w:spacing w:line="322" w:lineRule="exact"/>
        <w:jc w:val="center"/>
        <w:rPr>
          <w:color w:val="000000"/>
          <w:sz w:val="32"/>
          <w:szCs w:val="32"/>
        </w:rPr>
      </w:pPr>
    </w:p>
    <w:p w:rsidR="007E60D1" w:rsidRPr="00BC4E5F" w:rsidRDefault="007E60D1">
      <w:pPr>
        <w:shd w:val="clear" w:color="auto" w:fill="FFFFFF"/>
        <w:spacing w:line="322" w:lineRule="exact"/>
        <w:jc w:val="center"/>
        <w:rPr>
          <w:b/>
          <w:bCs/>
          <w:color w:val="000000"/>
          <w:sz w:val="32"/>
          <w:szCs w:val="32"/>
        </w:rPr>
      </w:pPr>
      <w:r w:rsidRPr="00BC4E5F">
        <w:rPr>
          <w:b/>
          <w:bCs/>
          <w:color w:val="000000"/>
          <w:sz w:val="32"/>
          <w:szCs w:val="32"/>
        </w:rPr>
        <w:t>Р Е Ш Е Н И Е</w:t>
      </w:r>
    </w:p>
    <w:p w:rsidR="007E60D1" w:rsidRDefault="007E60D1" w:rsidP="00277E7A">
      <w:pPr>
        <w:shd w:val="clear" w:color="auto" w:fill="FFFFFF"/>
        <w:tabs>
          <w:tab w:val="left" w:pos="14459"/>
        </w:tabs>
        <w:spacing w:line="322" w:lineRule="exact"/>
        <w:ind w:right="2268"/>
        <w:jc w:val="center"/>
        <w:rPr>
          <w:b/>
          <w:bCs/>
          <w:color w:val="000000"/>
        </w:rPr>
      </w:pPr>
    </w:p>
    <w:p w:rsidR="007E60D1" w:rsidRPr="008D0FFF" w:rsidRDefault="007E60D1" w:rsidP="00277E7A">
      <w:pPr>
        <w:shd w:val="clear" w:color="auto" w:fill="FFFFFF"/>
        <w:tabs>
          <w:tab w:val="left" w:pos="14459"/>
        </w:tabs>
        <w:spacing w:line="322" w:lineRule="exact"/>
        <w:ind w:right="226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                                    </w:t>
      </w:r>
      <w:r w:rsidRPr="008D0FFF">
        <w:rPr>
          <w:b/>
          <w:bCs/>
          <w:color w:val="000000"/>
          <w:sz w:val="28"/>
          <w:szCs w:val="28"/>
        </w:rPr>
        <w:t>от  25.02.2021 N 94-38/3</w:t>
      </w:r>
    </w:p>
    <w:p w:rsidR="007E60D1" w:rsidRDefault="007E60D1">
      <w:pPr>
        <w:shd w:val="clear" w:color="auto" w:fill="FFFFFF"/>
        <w:spacing w:line="322" w:lineRule="exact"/>
        <w:ind w:left="2340" w:right="2268"/>
        <w:jc w:val="center"/>
        <w:rPr>
          <w:color w:val="000000"/>
        </w:rPr>
      </w:pPr>
      <w:r w:rsidRPr="00277E7A">
        <w:rPr>
          <w:color w:val="000000"/>
        </w:rPr>
        <w:t>с.Покровская Арчада</w:t>
      </w:r>
    </w:p>
    <w:p w:rsidR="007E60D1" w:rsidRPr="00277E7A" w:rsidRDefault="007E60D1">
      <w:pPr>
        <w:shd w:val="clear" w:color="auto" w:fill="FFFFFF"/>
        <w:spacing w:line="322" w:lineRule="exact"/>
        <w:ind w:left="2340" w:right="2268"/>
        <w:jc w:val="center"/>
        <w:rPr>
          <w:color w:val="000000"/>
        </w:rPr>
      </w:pPr>
    </w:p>
    <w:p w:rsidR="007E60D1" w:rsidRDefault="007E60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Комитета местного самоуправления Покрово-Арчадинского сельсовета Каменского района Пензенской области  от 25.12.2020г. </w:t>
      </w:r>
      <w:r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28"/>
          <w:szCs w:val="28"/>
        </w:rPr>
        <w:t xml:space="preserve"> 84-34/3  «О бюджете Покрово-Арчадинского сельсовета Каменского района  Пензенской области на 2021 год и на плановый период 2022 и 2023 годов»</w:t>
      </w:r>
    </w:p>
    <w:p w:rsidR="007E60D1" w:rsidRDefault="007E60D1">
      <w:pPr>
        <w:jc w:val="center"/>
        <w:rPr>
          <w:b/>
          <w:bCs/>
          <w:sz w:val="28"/>
          <w:szCs w:val="28"/>
        </w:rPr>
      </w:pPr>
    </w:p>
    <w:p w:rsidR="007E60D1" w:rsidRDefault="007E60D1" w:rsidP="00052D81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Уставом Покрово-Арчадинского сельсовета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Каменского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 Пензенской области и решением Комитета местного самоуправления Покрово-Арчадинского сельсовета  Каменского района Пензенской области от 14.06.2013г.</w:t>
      </w:r>
      <w:r>
        <w:rPr>
          <w:sz w:val="28"/>
          <w:szCs w:val="28"/>
          <w:lang w:val="en-US"/>
        </w:rPr>
        <w:t>N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208-54/1 «Об утверждении положения о бюджетном устройстве и бюджетном процессе в Покрово-Арчадинском сельсовете Каменского района Пензенской области в новой редакции», ( </w:t>
      </w:r>
      <w:r>
        <w:rPr>
          <w:sz w:val="28"/>
          <w:szCs w:val="28"/>
          <w:lang w:val="en-US"/>
        </w:rPr>
        <w:t>c</w:t>
      </w:r>
      <w:r w:rsidRPr="00052D8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последующими изменениями),</w:t>
      </w:r>
    </w:p>
    <w:p w:rsidR="007E60D1" w:rsidRDefault="007E60D1" w:rsidP="00277E7A">
      <w:pPr>
        <w:rPr>
          <w:sz w:val="28"/>
          <w:szCs w:val="28"/>
        </w:rPr>
      </w:pPr>
    </w:p>
    <w:p w:rsidR="007E60D1" w:rsidRDefault="007E60D1" w:rsidP="00277E7A">
      <w:pPr>
        <w:rPr>
          <w:sz w:val="28"/>
          <w:szCs w:val="28"/>
        </w:rPr>
      </w:pPr>
      <w:r>
        <w:rPr>
          <w:sz w:val="28"/>
          <w:szCs w:val="28"/>
        </w:rPr>
        <w:t xml:space="preserve">     Комитет местного самоуправления Покрово-Арчадинского сельсовета Каменского района Пензенской области </w:t>
      </w: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E60D1" w:rsidRDefault="007E60D1" w:rsidP="00277E7A">
      <w:pPr>
        <w:rPr>
          <w:sz w:val="28"/>
          <w:szCs w:val="28"/>
        </w:rPr>
      </w:pPr>
    </w:p>
    <w:p w:rsidR="007E60D1" w:rsidRDefault="007E60D1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1. </w:t>
      </w:r>
      <w:r>
        <w:rPr>
          <w:sz w:val="28"/>
          <w:szCs w:val="28"/>
        </w:rPr>
        <w:t xml:space="preserve">Внести в решение Комитета местного самоуправления Покрово-Арчадинского сельсовета  Каменского района         Пензенской области от 25.12.2020г.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84-34/3  «О бюджете Покрово-Арчадинского сельсовета Каменского района  Пензенской области на 2021 год и на плановый период 2022 и 2023 годов» следующие изменения:</w:t>
      </w:r>
    </w:p>
    <w:p w:rsidR="007E60D1" w:rsidRPr="00C81E16" w:rsidRDefault="007E60D1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1.1. подпункт 1.1. статьи 1 изложить в новой редакции: </w:t>
      </w:r>
    </w:p>
    <w:p w:rsidR="007E60D1" w:rsidRDefault="007E60D1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«1.1 Утвердить основные характеристики бюджета Покрово-Арчадинского сельсовета на 2021 год:</w:t>
      </w:r>
    </w:p>
    <w:p w:rsidR="007E60D1" w:rsidRDefault="007E60D1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прогнозируемый общий объем доходов бюджета Покрово-Арчадинского сельсовета в сумме  5405,6 тыс. рублей;</w:t>
      </w:r>
    </w:p>
    <w:p w:rsidR="007E60D1" w:rsidRDefault="007E60D1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общий объем расходов бюджета Покрово-Арчадинского сельсовета в сумме  5444,9 тыс. рублей;</w:t>
      </w:r>
    </w:p>
    <w:p w:rsidR="007E60D1" w:rsidRDefault="007E60D1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верхний предел муниципального внутреннего долга  Покрово-Арчадинского сельсовета на 1 января 2022 года соответствует нулевому значению;</w:t>
      </w:r>
    </w:p>
    <w:p w:rsidR="007E60D1" w:rsidRDefault="007E60D1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прогнозируемый дефицит бюджета Покрово-Арчадинского сельсовета в сумме  39,3 тыс. рублей.</w:t>
      </w:r>
    </w:p>
    <w:p w:rsidR="007E60D1" w:rsidRDefault="007E60D1" w:rsidP="008111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размер  резервного фонда Администрации Покрово-Арчадинского сельсовета в сумме   1,0 тыс.рублей.»;</w:t>
      </w:r>
    </w:p>
    <w:p w:rsidR="007E60D1" w:rsidRDefault="007E60D1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статью 3 изложить в новой редакции:</w:t>
      </w:r>
    </w:p>
    <w:p w:rsidR="007E60D1" w:rsidRPr="008D015B" w:rsidRDefault="007E60D1" w:rsidP="00811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1633C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8D015B">
        <w:rPr>
          <w:sz w:val="28"/>
          <w:szCs w:val="28"/>
        </w:rPr>
        <w:t xml:space="preserve">Утвердить объем поступлений в бюджет </w:t>
      </w:r>
      <w:r>
        <w:rPr>
          <w:sz w:val="28"/>
          <w:szCs w:val="28"/>
        </w:rPr>
        <w:t>Покрово-Арчадинского сельсовета по видам доходов на 2021</w:t>
      </w:r>
      <w:r w:rsidRPr="008D015B">
        <w:rPr>
          <w:sz w:val="28"/>
          <w:szCs w:val="28"/>
        </w:rPr>
        <w:t xml:space="preserve"> год и на плановый период 2</w:t>
      </w:r>
      <w:r>
        <w:rPr>
          <w:sz w:val="28"/>
          <w:szCs w:val="28"/>
        </w:rPr>
        <w:t>022 и 2023</w:t>
      </w:r>
      <w:r w:rsidRPr="008D015B">
        <w:rPr>
          <w:sz w:val="28"/>
          <w:szCs w:val="28"/>
        </w:rPr>
        <w:t xml:space="preserve"> годов:</w:t>
      </w:r>
    </w:p>
    <w:p w:rsidR="007E60D1" w:rsidRPr="008D015B" w:rsidRDefault="007E60D1" w:rsidP="00811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015B">
        <w:rPr>
          <w:sz w:val="28"/>
          <w:szCs w:val="28"/>
        </w:rPr>
        <w:t>- объем налоговых и неналогов</w:t>
      </w:r>
      <w:r>
        <w:rPr>
          <w:sz w:val="28"/>
          <w:szCs w:val="28"/>
        </w:rPr>
        <w:t>ых доходов согласно приложению 2</w:t>
      </w:r>
      <w:r w:rsidRPr="008D015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D015B">
        <w:rPr>
          <w:sz w:val="28"/>
          <w:szCs w:val="28"/>
        </w:rPr>
        <w:t>;</w:t>
      </w:r>
    </w:p>
    <w:p w:rsidR="007E60D1" w:rsidRDefault="007E60D1" w:rsidP="000C25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015B">
        <w:rPr>
          <w:sz w:val="28"/>
          <w:szCs w:val="28"/>
        </w:rPr>
        <w:t xml:space="preserve">- </w:t>
      </w:r>
      <w:r>
        <w:rPr>
          <w:sz w:val="28"/>
          <w:szCs w:val="28"/>
        </w:rPr>
        <w:t>объем</w:t>
      </w:r>
      <w:r w:rsidRPr="008D015B">
        <w:rPr>
          <w:sz w:val="28"/>
          <w:szCs w:val="28"/>
        </w:rPr>
        <w:t xml:space="preserve"> безвозмездных п</w:t>
      </w:r>
      <w:r>
        <w:rPr>
          <w:sz w:val="28"/>
          <w:szCs w:val="28"/>
        </w:rPr>
        <w:t>оступлений согласно приложению 3</w:t>
      </w:r>
      <w:r w:rsidRPr="008D015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8D015B">
        <w:rPr>
          <w:sz w:val="28"/>
          <w:szCs w:val="28"/>
        </w:rPr>
        <w:t>, из них объем</w:t>
      </w:r>
      <w:r>
        <w:rPr>
          <w:sz w:val="28"/>
          <w:szCs w:val="28"/>
        </w:rPr>
        <w:t xml:space="preserve"> межбюджетных трансфертов в 2021</w:t>
      </w:r>
      <w:r w:rsidRPr="008D015B">
        <w:rPr>
          <w:sz w:val="28"/>
          <w:szCs w:val="28"/>
        </w:rPr>
        <w:t xml:space="preserve"> году - в сумме </w:t>
      </w:r>
      <w:r w:rsidRPr="0070473B">
        <w:rPr>
          <w:sz w:val="28"/>
          <w:szCs w:val="28"/>
        </w:rPr>
        <w:t>143</w:t>
      </w:r>
      <w:r>
        <w:rPr>
          <w:sz w:val="28"/>
          <w:szCs w:val="28"/>
        </w:rPr>
        <w:t>4,8</w:t>
      </w:r>
      <w:r w:rsidRPr="008D015B">
        <w:rPr>
          <w:sz w:val="28"/>
          <w:szCs w:val="28"/>
          <w:lang w:val="en-US"/>
        </w:rPr>
        <w:t> </w:t>
      </w:r>
      <w:r w:rsidRPr="008D015B">
        <w:rPr>
          <w:sz w:val="28"/>
          <w:szCs w:val="28"/>
        </w:rPr>
        <w:t>тыс. руб</w:t>
      </w:r>
      <w:r>
        <w:rPr>
          <w:sz w:val="28"/>
          <w:szCs w:val="28"/>
        </w:rPr>
        <w:t>лей, в 2022</w:t>
      </w:r>
      <w:r w:rsidRPr="008D015B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1360,6 тыс.рублей и в 2023</w:t>
      </w:r>
      <w:r w:rsidRPr="008D015B">
        <w:rPr>
          <w:sz w:val="28"/>
          <w:szCs w:val="28"/>
        </w:rPr>
        <w:t xml:space="preserve"> году – в</w:t>
      </w:r>
      <w:r w:rsidRPr="008D015B">
        <w:rPr>
          <w:sz w:val="28"/>
          <w:szCs w:val="28"/>
          <w:lang w:val="en-US"/>
        </w:rPr>
        <w:t> </w:t>
      </w:r>
      <w:r w:rsidRPr="008D015B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1328,7 тыс.рублей»;</w:t>
      </w:r>
    </w:p>
    <w:p w:rsidR="007E60D1" w:rsidRDefault="007E60D1" w:rsidP="00DD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 приложение 1 изложить в новой редакции:</w:t>
      </w: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  <w:r>
        <w:rPr>
          <w:noProof/>
          <w:lang w:eastAsia="ru-RU"/>
        </w:rPr>
        <w:pict>
          <v:line id="_x0000_s1027" style="position:absolute;left:0;text-align:left;z-index:251659264" from="603pt,35.9pt" to="603pt,116.9pt" strokeweight=".26mm">
            <v:stroke endarrow="block" joinstyle="miter"/>
          </v:line>
        </w:pict>
      </w:r>
      <w:r>
        <w:t xml:space="preserve">    </w:t>
      </w:r>
      <w:r>
        <w:rPr>
          <w:noProof/>
          <w:lang w:eastAsia="ru-RU"/>
        </w:rPr>
        <w:pict>
          <v:line id="_x0000_s1028" style="position:absolute;left:0;text-align:left;z-index:251660288;mso-position-horizontal-relative:text;mso-position-vertical-relative:text" from="603pt,35.9pt" to="603pt,116.9pt" strokeweight=".26mm">
            <v:stroke endarrow="block" joinstyle="miter"/>
          </v:line>
        </w:pict>
      </w:r>
      <w:r>
        <w:t xml:space="preserve">                            </w:t>
      </w: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Default="007E60D1" w:rsidP="00BF1436">
      <w:pPr>
        <w:tabs>
          <w:tab w:val="center" w:pos="22460"/>
          <w:tab w:val="left" w:pos="23460"/>
          <w:tab w:val="left" w:pos="25200"/>
        </w:tabs>
        <w:jc w:val="right"/>
      </w:pPr>
    </w:p>
    <w:p w:rsidR="007E60D1" w:rsidRPr="00C00743" w:rsidRDefault="007E60D1" w:rsidP="00BF1436">
      <w:pPr>
        <w:tabs>
          <w:tab w:val="center" w:pos="22460"/>
          <w:tab w:val="left" w:pos="23460"/>
          <w:tab w:val="left" w:pos="25200"/>
        </w:tabs>
        <w:jc w:val="right"/>
        <w:rPr>
          <w:sz w:val="28"/>
          <w:szCs w:val="28"/>
        </w:rPr>
      </w:pPr>
      <w:r>
        <w:t xml:space="preserve">  « </w:t>
      </w:r>
      <w:r>
        <w:rPr>
          <w:sz w:val="18"/>
          <w:szCs w:val="18"/>
        </w:rPr>
        <w:t xml:space="preserve">Приложение </w:t>
      </w:r>
      <w:r w:rsidRPr="00C00743">
        <w:rPr>
          <w:sz w:val="18"/>
          <w:szCs w:val="18"/>
        </w:rPr>
        <w:t>1</w:t>
      </w:r>
    </w:p>
    <w:p w:rsidR="007E60D1" w:rsidRPr="00C00743" w:rsidRDefault="007E60D1" w:rsidP="00BF1436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 к решению </w:t>
      </w:r>
    </w:p>
    <w:p w:rsidR="007E60D1" w:rsidRPr="00C00743" w:rsidRDefault="007E60D1" w:rsidP="00BF1436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7E60D1" w:rsidRPr="00C00743" w:rsidRDefault="007E60D1" w:rsidP="00BF1436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7E60D1" w:rsidRPr="00C00743" w:rsidRDefault="007E60D1" w:rsidP="00BF1436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7E60D1" w:rsidRDefault="007E60D1" w:rsidP="00BF1436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2021</w:t>
      </w:r>
      <w:r w:rsidRPr="00C00743">
        <w:rPr>
          <w:sz w:val="18"/>
          <w:szCs w:val="18"/>
        </w:rPr>
        <w:t xml:space="preserve"> год</w:t>
      </w:r>
    </w:p>
    <w:p w:rsidR="007E60D1" w:rsidRDefault="007E60D1" w:rsidP="00BF1436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2022 и 2023 годов»</w:t>
      </w:r>
    </w:p>
    <w:p w:rsidR="007E60D1" w:rsidRDefault="007E60D1" w:rsidP="00BF1436">
      <w:pPr>
        <w:ind w:left="5103"/>
        <w:jc w:val="right"/>
        <w:rPr>
          <w:sz w:val="18"/>
          <w:szCs w:val="18"/>
        </w:rPr>
      </w:pPr>
    </w:p>
    <w:p w:rsidR="007E60D1" w:rsidRPr="00C00743" w:rsidRDefault="007E60D1" w:rsidP="00BF1436">
      <w:pPr>
        <w:ind w:left="5103"/>
        <w:jc w:val="right"/>
        <w:rPr>
          <w:sz w:val="18"/>
          <w:szCs w:val="18"/>
        </w:rPr>
      </w:pPr>
    </w:p>
    <w:p w:rsidR="007E60D1" w:rsidRPr="003C27C5" w:rsidRDefault="007E60D1" w:rsidP="00BF1436">
      <w:pPr>
        <w:jc w:val="center"/>
      </w:pPr>
      <w:r w:rsidRPr="003C27C5">
        <w:t>Источники финансирования дефицита</w:t>
      </w:r>
    </w:p>
    <w:p w:rsidR="007E60D1" w:rsidRDefault="007E60D1" w:rsidP="00BF1436">
      <w:pPr>
        <w:jc w:val="center"/>
      </w:pPr>
      <w:r w:rsidRPr="003C27C5">
        <w:t>бюджета Покрово</w:t>
      </w:r>
      <w:r>
        <w:t xml:space="preserve">-Арчадинского сельсовета </w:t>
      </w:r>
    </w:p>
    <w:p w:rsidR="007E60D1" w:rsidRPr="003C27C5" w:rsidRDefault="007E60D1" w:rsidP="00BF1436">
      <w:pPr>
        <w:jc w:val="center"/>
      </w:pPr>
      <w:r>
        <w:t>на 2021</w:t>
      </w:r>
      <w:r w:rsidRPr="003C27C5">
        <w:t xml:space="preserve"> год</w:t>
      </w:r>
      <w:r>
        <w:t xml:space="preserve"> и на плановый период 2022 и 2023 годов</w:t>
      </w:r>
    </w:p>
    <w:tbl>
      <w:tblPr>
        <w:tblW w:w="9796" w:type="dxa"/>
        <w:tblInd w:w="-106" w:type="dxa"/>
        <w:tblLayout w:type="fixed"/>
        <w:tblLook w:val="00A0"/>
      </w:tblPr>
      <w:tblGrid>
        <w:gridCol w:w="3984"/>
        <w:gridCol w:w="2694"/>
        <w:gridCol w:w="992"/>
        <w:gridCol w:w="992"/>
        <w:gridCol w:w="1134"/>
      </w:tblGrid>
      <w:tr w:rsidR="007E60D1">
        <w:trPr>
          <w:trHeight w:val="182"/>
        </w:trPr>
        <w:tc>
          <w:tcPr>
            <w:tcW w:w="6678" w:type="dxa"/>
            <w:gridSpan w:val="2"/>
            <w:noWrap/>
            <w:vAlign w:val="bottom"/>
          </w:tcPr>
          <w:p w:rsidR="007E60D1" w:rsidRDefault="007E60D1" w:rsidP="00032C5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3"/>
            <w:noWrap/>
            <w:vAlign w:val="bottom"/>
          </w:tcPr>
          <w:p w:rsidR="007E60D1" w:rsidRDefault="007E60D1" w:rsidP="00032C5F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7E60D1">
        <w:trPr>
          <w:trHeight w:val="25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источника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2023год</w:t>
            </w:r>
          </w:p>
        </w:tc>
      </w:tr>
      <w:tr w:rsidR="007E60D1">
        <w:trPr>
          <w:trHeight w:val="225"/>
        </w:trPr>
        <w:tc>
          <w:tcPr>
            <w:tcW w:w="398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E60D1" w:rsidRDefault="007E60D1" w:rsidP="00032C5F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FD3FF7">
              <w:rPr>
                <w:sz w:val="20"/>
                <w:szCs w:val="20"/>
              </w:rPr>
              <w:t xml:space="preserve">000 01 02 00 00 00 0000 000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E60D1">
        <w:trPr>
          <w:trHeight w:val="39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000 01 02 00 00 00 0000 700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E60D1">
        <w:trPr>
          <w:trHeight w:val="41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от кредитных организаций бюджетами сельских поселенийв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901 01 02 00 00 10 0000 710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E60D1">
        <w:trPr>
          <w:trHeight w:val="419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000 01 02 00 00 00 0000 800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E60D1">
        <w:trPr>
          <w:trHeight w:val="411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901 01 02 00 00 10 0000 810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E60D1">
        <w:trPr>
          <w:trHeight w:val="40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 xml:space="preserve">000 01 03 00 00 00 0000 000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E60D1">
        <w:trPr>
          <w:trHeight w:val="55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E60D1">
        <w:trPr>
          <w:trHeight w:val="57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7E60D1">
        <w:trPr>
          <w:trHeight w:val="55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901 01 03 01 00 10 0000 710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7E60D1">
        <w:trPr>
          <w:trHeight w:val="56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000 01 03 01 00 00 0000 800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0 </w:t>
            </w:r>
          </w:p>
        </w:tc>
      </w:tr>
      <w:tr w:rsidR="007E60D1">
        <w:trPr>
          <w:trHeight w:val="554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901 01 03 01 00 10 0000 810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0</w:t>
            </w:r>
          </w:p>
        </w:tc>
      </w:tr>
      <w:tr w:rsidR="007E60D1">
        <w:trPr>
          <w:trHeight w:val="4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 xml:space="preserve">000 01 05 00 00 00 0000 000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E60D1">
        <w:trPr>
          <w:trHeight w:val="397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901 01 05 02 01 10 0000 510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Pr="00FD3FF7" w:rsidRDefault="007E60D1" w:rsidP="00BF1436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5405,6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Pr="00FD3FF7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5412,0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FD3FF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5504,5</w:t>
            </w:r>
          </w:p>
        </w:tc>
      </w:tr>
      <w:tr w:rsidR="007E60D1">
        <w:trPr>
          <w:trHeight w:val="413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sz w:val="20"/>
                <w:szCs w:val="20"/>
              </w:rPr>
            </w:pPr>
            <w:r w:rsidRPr="00FD3FF7">
              <w:rPr>
                <w:sz w:val="20"/>
                <w:szCs w:val="20"/>
              </w:rPr>
              <w:t>901 01 05 02 01 10 0000 610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Pr="00FD3FF7" w:rsidRDefault="007E60D1" w:rsidP="00032C5F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Pr="00FD3FF7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Pr="00FD3FF7" w:rsidRDefault="007E60D1" w:rsidP="00032C5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5504,5</w:t>
            </w:r>
          </w:p>
        </w:tc>
      </w:tr>
      <w:tr w:rsidR="007E60D1">
        <w:trPr>
          <w:trHeight w:val="357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uppressAutoHyphens w:val="0"/>
              <w:snapToGri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источников внутреннего финансирования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uppressAutoHyphens w:val="0"/>
              <w:snapToGrid w:val="0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uppressAutoHyphens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0D1" w:rsidRDefault="007E60D1" w:rsidP="00032C5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7E60D1" w:rsidRPr="00757D78" w:rsidRDefault="007E60D1" w:rsidP="00757D78">
      <w:pPr>
        <w:tabs>
          <w:tab w:val="center" w:pos="22460"/>
          <w:tab w:val="left" w:pos="23460"/>
          <w:tab w:val="left" w:pos="25200"/>
        </w:tabs>
        <w:jc w:val="right"/>
      </w:pPr>
      <w:r>
        <w:t xml:space="preserve">             </w:t>
      </w:r>
      <w:r>
        <w:rPr>
          <w:sz w:val="28"/>
          <w:szCs w:val="28"/>
        </w:rPr>
        <w:t>»;</w:t>
      </w:r>
    </w:p>
    <w:p w:rsidR="007E60D1" w:rsidRDefault="007E60D1" w:rsidP="00AB49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1.4. приложение 3 изложить в новой редакции:</w:t>
      </w:r>
    </w:p>
    <w:p w:rsidR="007E60D1" w:rsidRDefault="007E60D1" w:rsidP="00032C5F">
      <w:pPr>
        <w:tabs>
          <w:tab w:val="center" w:pos="22460"/>
          <w:tab w:val="left" w:pos="23460"/>
          <w:tab w:val="left" w:pos="25200"/>
        </w:tabs>
        <w:jc w:val="right"/>
        <w:rPr>
          <w:sz w:val="18"/>
          <w:szCs w:val="18"/>
        </w:rPr>
      </w:pPr>
    </w:p>
    <w:p w:rsidR="007E60D1" w:rsidRDefault="007E60D1" w:rsidP="00032C5F">
      <w:pPr>
        <w:tabs>
          <w:tab w:val="center" w:pos="22460"/>
          <w:tab w:val="left" w:pos="23460"/>
          <w:tab w:val="left" w:pos="25200"/>
        </w:tabs>
        <w:jc w:val="right"/>
        <w:rPr>
          <w:sz w:val="18"/>
          <w:szCs w:val="18"/>
        </w:rPr>
      </w:pPr>
    </w:p>
    <w:p w:rsidR="007E60D1" w:rsidRPr="00C00743" w:rsidRDefault="007E60D1" w:rsidP="00032C5F">
      <w:pPr>
        <w:tabs>
          <w:tab w:val="center" w:pos="22460"/>
          <w:tab w:val="left" w:pos="23460"/>
          <w:tab w:val="left" w:pos="25200"/>
        </w:tabs>
        <w:jc w:val="right"/>
        <w:rPr>
          <w:sz w:val="28"/>
          <w:szCs w:val="28"/>
        </w:rPr>
      </w:pPr>
      <w:r>
        <w:rPr>
          <w:sz w:val="18"/>
          <w:szCs w:val="18"/>
        </w:rPr>
        <w:t>«Приложение 3</w:t>
      </w:r>
    </w:p>
    <w:p w:rsidR="007E60D1" w:rsidRPr="00C00743" w:rsidRDefault="007E60D1" w:rsidP="00032C5F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 к решению </w:t>
      </w:r>
    </w:p>
    <w:p w:rsidR="007E60D1" w:rsidRPr="00C00743" w:rsidRDefault="007E60D1" w:rsidP="00032C5F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7E60D1" w:rsidRPr="00C00743" w:rsidRDefault="007E60D1" w:rsidP="00032C5F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7E60D1" w:rsidRPr="00C00743" w:rsidRDefault="007E60D1" w:rsidP="00032C5F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7E60D1" w:rsidRDefault="007E60D1" w:rsidP="00032C5F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2021</w:t>
      </w:r>
      <w:r w:rsidRPr="00C00743">
        <w:rPr>
          <w:sz w:val="18"/>
          <w:szCs w:val="18"/>
        </w:rPr>
        <w:t xml:space="preserve"> год</w:t>
      </w:r>
    </w:p>
    <w:p w:rsidR="007E60D1" w:rsidRPr="00C00743" w:rsidRDefault="007E60D1" w:rsidP="00032C5F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2022 и 2023 годов»</w:t>
      </w:r>
    </w:p>
    <w:p w:rsidR="007E60D1" w:rsidRDefault="007E60D1" w:rsidP="00032C5F"/>
    <w:p w:rsidR="007E60D1" w:rsidRPr="00E27D3A" w:rsidRDefault="007E60D1" w:rsidP="00032C5F"/>
    <w:p w:rsidR="007E60D1" w:rsidRPr="00C96329" w:rsidRDefault="007E60D1" w:rsidP="00032C5F">
      <w:pPr>
        <w:jc w:val="both"/>
        <w:rPr>
          <w:color w:val="000000"/>
          <w:lang w:eastAsia="ru-RU"/>
        </w:rPr>
      </w:pPr>
      <w:r w:rsidRPr="00C96329">
        <w:rPr>
          <w:color w:val="000000"/>
          <w:lang w:eastAsia="ru-RU"/>
        </w:rPr>
        <w:t xml:space="preserve">Объем безвозмездных поступлений в бюджет Покрово-Арчадинского сельсовета </w:t>
      </w:r>
      <w:r>
        <w:t>на 2021 год и на плановый период 2022 и 2023</w:t>
      </w:r>
      <w:r w:rsidRPr="00C96329">
        <w:t xml:space="preserve"> годов</w:t>
      </w:r>
      <w:r w:rsidRPr="00C96329">
        <w:rPr>
          <w:sz w:val="22"/>
          <w:szCs w:val="22"/>
        </w:rPr>
        <w:t xml:space="preserve"> </w:t>
      </w:r>
    </w:p>
    <w:p w:rsidR="007E60D1" w:rsidRPr="00AE0651" w:rsidRDefault="007E60D1" w:rsidP="00032C5F">
      <w:pPr>
        <w:jc w:val="right"/>
        <w:rPr>
          <w:b/>
          <w:bCs/>
          <w:color w:val="000000"/>
          <w:sz w:val="28"/>
          <w:szCs w:val="28"/>
          <w:lang w:eastAsia="ru-RU"/>
        </w:rPr>
      </w:pPr>
      <w:r w:rsidRPr="00AE0651">
        <w:t>тыс.руб</w:t>
      </w:r>
      <w:r w:rsidRPr="00AE0651">
        <w:rPr>
          <w:sz w:val="28"/>
          <w:szCs w:val="28"/>
        </w:rPr>
        <w:t>.</w:t>
      </w:r>
    </w:p>
    <w:tbl>
      <w:tblPr>
        <w:tblW w:w="10065" w:type="dxa"/>
        <w:tblInd w:w="-28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2694"/>
        <w:gridCol w:w="3118"/>
        <w:gridCol w:w="1492"/>
        <w:gridCol w:w="1202"/>
        <w:gridCol w:w="1559"/>
      </w:tblGrid>
      <w:tr w:rsidR="007E60D1" w:rsidRPr="00AE0651">
        <w:trPr>
          <w:trHeight w:val="63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Виды  доходов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 год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60D1" w:rsidRDefault="007E60D1" w:rsidP="00032C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2022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bottom"/>
          </w:tcPr>
          <w:p w:rsidR="007E60D1" w:rsidRDefault="007E60D1" w:rsidP="00032C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2023 год</w:t>
            </w:r>
          </w:p>
        </w:tc>
      </w:tr>
      <w:tr w:rsidR="007E60D1" w:rsidRPr="00AE0651">
        <w:trPr>
          <w:trHeight w:val="223"/>
        </w:trPr>
        <w:tc>
          <w:tcPr>
            <w:tcW w:w="26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E60D1" w:rsidRPr="00AE0651">
        <w:trPr>
          <w:trHeight w:val="271"/>
        </w:trPr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000 2 00 00000 00 0000 000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1434,8</w:t>
            </w:r>
          </w:p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1360,6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1328,7</w:t>
            </w:r>
          </w:p>
        </w:tc>
      </w:tr>
      <w:tr w:rsidR="007E60D1" w:rsidRPr="00AE0651">
        <w:trPr>
          <w:trHeight w:val="66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000 2 02 00000 00 0000 000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1434,9</w:t>
            </w:r>
          </w:p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1360,6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1328,7</w:t>
            </w:r>
          </w:p>
        </w:tc>
      </w:tr>
      <w:tr w:rsidR="007E60D1" w:rsidRPr="00AE0651">
        <w:trPr>
          <w:trHeight w:val="47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 бюджетам бюджетной системы Российской Федерации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1211,2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1191,1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1155,7</w:t>
            </w: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Дотации на выравнивание бюджетной обеспеченности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541,9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540,6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537,8</w:t>
            </w: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000 2 02 15001 10 0000 150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 w:rsidRPr="00AA5996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541,9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540,6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537,8</w:t>
            </w: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000 2 02 16001 00 0000 150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</w:pPr>
            <w:r w:rsidRPr="00A10113">
              <w:rPr>
                <w:sz w:val="22"/>
                <w:szCs w:val="2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669,3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617,9</w:t>
            </w: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000 2 02 16001 10 0000 150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</w:pPr>
            <w:r w:rsidRPr="00334C99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669,3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617,9</w:t>
            </w: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9999 </w:t>
            </w:r>
            <w:r w:rsidRPr="002E3A9B">
              <w:rPr>
                <w:color w:val="000000"/>
                <w:sz w:val="22"/>
                <w:szCs w:val="22"/>
              </w:rPr>
              <w:t>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</w:p>
        </w:tc>
      </w:tr>
      <w:tr w:rsidR="007E60D1" w:rsidRPr="00AE0651">
        <w:trPr>
          <w:trHeight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Pr="002E3A9B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9999 1</w:t>
            </w:r>
            <w:r w:rsidRPr="002E3A9B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E3A9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jc w:val="center"/>
            </w:pPr>
          </w:p>
        </w:tc>
      </w:tr>
      <w:tr w:rsidR="007E60D1" w:rsidRPr="00AE0651">
        <w:trPr>
          <w:trHeight w:val="8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7E60D1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7E60D1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000 2 02 35118 10 0000 150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территориях,где отсутствуют военные комиссариаты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</w:tr>
      <w:tr w:rsidR="007E60D1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000 2 02 40000 00 0000 150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</w:tr>
      <w:tr w:rsidR="007E60D1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000 2 02 49999 00 0000 150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BA69CB">
            <w:pPr>
              <w:jc w:val="center"/>
            </w:pPr>
            <w:r w:rsidRPr="00864FC5">
              <w:rPr>
                <w:color w:val="000000"/>
                <w:sz w:val="22"/>
                <w:szCs w:val="22"/>
              </w:rPr>
              <w:t>82,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</w:tr>
      <w:tr w:rsidR="007E60D1" w:rsidRPr="00AE0651">
        <w:trPr>
          <w:trHeight w:val="5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000 2 02 49999 10 0000 150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BA69CB">
            <w:pPr>
              <w:jc w:val="center"/>
            </w:pPr>
            <w:r w:rsidRPr="00864FC5">
              <w:rPr>
                <w:color w:val="000000"/>
                <w:sz w:val="22"/>
                <w:szCs w:val="22"/>
              </w:rPr>
              <w:t>82,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60D1" w:rsidRDefault="007E60D1" w:rsidP="00032C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</w:tr>
    </w:tbl>
    <w:p w:rsidR="007E60D1" w:rsidRPr="0017560A" w:rsidRDefault="007E60D1" w:rsidP="00D046A6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E60D1" w:rsidRPr="008530DF" w:rsidRDefault="007E60D1" w:rsidP="00BB290A">
      <w:pPr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7 изложить в новой редакции:</w:t>
      </w:r>
    </w:p>
    <w:p w:rsidR="007E60D1" w:rsidRPr="00AE0651" w:rsidRDefault="007E60D1" w:rsidP="00E11107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7</w:t>
      </w:r>
    </w:p>
    <w:p w:rsidR="007E60D1" w:rsidRPr="00C00743" w:rsidRDefault="007E60D1" w:rsidP="00E11107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7E60D1" w:rsidRPr="00C00743" w:rsidRDefault="007E60D1" w:rsidP="00E1110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7E60D1" w:rsidRPr="00C00743" w:rsidRDefault="007E60D1" w:rsidP="00E1110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7E60D1" w:rsidRPr="00C00743" w:rsidRDefault="007E60D1" w:rsidP="00E1110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7E60D1" w:rsidRDefault="007E60D1" w:rsidP="00E11107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2021</w:t>
      </w:r>
      <w:r w:rsidRPr="00C00743">
        <w:rPr>
          <w:sz w:val="18"/>
          <w:szCs w:val="18"/>
        </w:rPr>
        <w:t xml:space="preserve"> год</w:t>
      </w:r>
    </w:p>
    <w:p w:rsidR="007E60D1" w:rsidRDefault="007E60D1" w:rsidP="00E11107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2022 и 2023 годов»</w:t>
      </w:r>
    </w:p>
    <w:p w:rsidR="007E60D1" w:rsidRPr="00C00743" w:rsidRDefault="007E60D1" w:rsidP="00E11107">
      <w:pPr>
        <w:ind w:left="5103"/>
        <w:jc w:val="right"/>
        <w:rPr>
          <w:sz w:val="18"/>
          <w:szCs w:val="18"/>
        </w:rPr>
      </w:pPr>
    </w:p>
    <w:p w:rsidR="007E60D1" w:rsidRPr="00AE0651" w:rsidRDefault="007E60D1" w:rsidP="00E11107">
      <w:pPr>
        <w:jc w:val="center"/>
        <w:rPr>
          <w:color w:val="000000"/>
          <w:lang w:eastAsia="ru-RU"/>
        </w:rPr>
      </w:pPr>
      <w:r w:rsidRPr="00AE0651">
        <w:rPr>
          <w:color w:val="000000"/>
          <w:lang w:eastAsia="ru-RU"/>
        </w:rPr>
        <w:t>Распределени</w:t>
      </w:r>
      <w:r>
        <w:rPr>
          <w:color w:val="000000"/>
          <w:lang w:eastAsia="ru-RU"/>
        </w:rPr>
        <w:t>е бюджетных ассигнований на 2021</w:t>
      </w:r>
      <w:r w:rsidRPr="00AE0651">
        <w:rPr>
          <w:color w:val="000000"/>
          <w:lang w:eastAsia="ru-RU"/>
        </w:rPr>
        <w:t xml:space="preserve"> год</w:t>
      </w:r>
      <w:r>
        <w:rPr>
          <w:color w:val="000000"/>
          <w:lang w:eastAsia="ru-RU"/>
        </w:rPr>
        <w:t xml:space="preserve"> и на плановый период 2022 и 2023 годов</w:t>
      </w:r>
    </w:p>
    <w:p w:rsidR="007E60D1" w:rsidRPr="00AE0651" w:rsidRDefault="007E60D1" w:rsidP="00E11107">
      <w:pPr>
        <w:jc w:val="center"/>
        <w:rPr>
          <w:color w:val="000000"/>
          <w:lang w:eastAsia="ru-RU"/>
        </w:rPr>
      </w:pPr>
      <w:r w:rsidRPr="00AE0651">
        <w:rPr>
          <w:color w:val="000000"/>
          <w:lang w:eastAsia="ru-RU"/>
        </w:rPr>
        <w:t>по разделам , подразделам, целевым статьям (муниципальным программам Покрово-Арчадинского сельсовета и непрограммным направлениям деятельности), группам и подгруппам видов расходов классификации расходов бюджета Покрово-Арчадинского сельсовета</w:t>
      </w:r>
    </w:p>
    <w:p w:rsidR="007E60D1" w:rsidRPr="00AE0651" w:rsidRDefault="007E60D1" w:rsidP="00E11107">
      <w:pPr>
        <w:jc w:val="right"/>
      </w:pPr>
      <w:r w:rsidRPr="00AE0651">
        <w:rPr>
          <w:color w:val="000000"/>
          <w:lang w:eastAsia="ru-RU"/>
        </w:rPr>
        <w:t>тыс.руб.</w:t>
      </w:r>
    </w:p>
    <w:tbl>
      <w:tblPr>
        <w:tblW w:w="9953" w:type="dxa"/>
        <w:tblInd w:w="-28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5"/>
        <w:gridCol w:w="3855"/>
        <w:gridCol w:w="425"/>
        <w:gridCol w:w="425"/>
        <w:gridCol w:w="1558"/>
        <w:gridCol w:w="567"/>
        <w:gridCol w:w="1133"/>
        <w:gridCol w:w="993"/>
        <w:gridCol w:w="992"/>
      </w:tblGrid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2021год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2022год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2023год</w:t>
            </w:r>
          </w:p>
        </w:tc>
      </w:tr>
      <w:tr w:rsidR="007E60D1" w:rsidRPr="00AE0651">
        <w:trPr>
          <w:trHeight w:val="427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5444,9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5279,0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5234,0</w:t>
            </w:r>
          </w:p>
        </w:tc>
      </w:tr>
      <w:tr w:rsidR="007E60D1" w:rsidRPr="00AE0651">
        <w:trPr>
          <w:trHeight w:val="331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2368,7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2380,0</w:t>
            </w:r>
          </w:p>
        </w:tc>
      </w:tr>
      <w:tr w:rsidR="007E60D1" w:rsidRPr="00AE0651">
        <w:trPr>
          <w:trHeight w:val="93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trHeight w:val="967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trHeight w:val="9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Подпрограмма»Обеспечение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trHeight w:val="63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 Реализация функций администрации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926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55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361,5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252,0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и муниципальных нужд)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342,6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242,0</w:t>
            </w:r>
          </w:p>
        </w:tc>
      </w:tr>
      <w:tr w:rsidR="007E60D1" w:rsidRPr="00AE0651">
        <w:trPr>
          <w:trHeight w:val="44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342,6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242,0</w:t>
            </w:r>
          </w:p>
        </w:tc>
      </w:tr>
      <w:tr w:rsidR="007E60D1" w:rsidRPr="00AE0651">
        <w:trPr>
          <w:trHeight w:val="317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</w:tr>
      <w:tr w:rsidR="007E60D1" w:rsidRPr="00AE0651">
        <w:trPr>
          <w:trHeight w:val="30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Уплата налогов,сборов и иных платежей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</w:tr>
      <w:tr w:rsidR="007E60D1" w:rsidRPr="00AE0651">
        <w:trPr>
          <w:trHeight w:val="29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Глава местной администрации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 w:rsidRPr="00AE0651">
        <w:trPr>
          <w:trHeight w:val="895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 w:rsidRPr="00AE0651">
        <w:trPr>
          <w:trHeight w:val="25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71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Резервный фонд  администрации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 w:rsidRPr="00AE0651">
        <w:trPr>
          <w:trHeight w:val="953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 w:rsidRPr="00AE0651">
        <w:trPr>
          <w:trHeight w:val="75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 w:rsidRPr="00AE0651">
        <w:trPr>
          <w:trHeight w:val="75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 w:rsidRPr="00AE0651">
        <w:trPr>
          <w:trHeight w:val="71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50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 w:rsidRPr="00AE0651">
        <w:trPr>
          <w:trHeight w:val="262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 w:rsidRPr="00AE0651">
        <w:trPr>
          <w:trHeight w:val="290"/>
        </w:trPr>
        <w:tc>
          <w:tcPr>
            <w:tcW w:w="3858" w:type="dxa"/>
            <w:gridSpan w:val="2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30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F04262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F04262">
              <w:rPr>
                <w:color w:val="000000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994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541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574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799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AE0651">
        <w:trPr>
          <w:trHeight w:val="118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"Расходы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</w:tr>
      <w:tr w:rsidR="007E60D1" w:rsidRPr="00AE0651">
        <w:trPr>
          <w:trHeight w:val="456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работ,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15,7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15,7</w:t>
            </w:r>
          </w:p>
        </w:tc>
      </w:tr>
      <w:tr w:rsidR="007E60D1" w:rsidRPr="00AE0651">
        <w:trPr>
          <w:trHeight w:val="566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32,5</w:t>
            </w:r>
          </w:p>
        </w:tc>
      </w:tr>
      <w:tr w:rsidR="007E60D1" w:rsidRPr="00AE0651">
        <w:trPr>
          <w:trHeight w:val="317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926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1008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750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267A90" w:rsidRDefault="007E60D1" w:rsidP="007951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rPr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 w:rsidRPr="00AE0651">
        <w:trPr>
          <w:trHeight w:val="482"/>
        </w:trPr>
        <w:tc>
          <w:tcPr>
            <w:tcW w:w="3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99669B" w:rsidRDefault="007E60D1" w:rsidP="007951B8">
            <w:pPr>
              <w:rPr>
                <w:lang w:eastAsia="en-US"/>
              </w:rPr>
            </w:pPr>
            <w:r w:rsidRPr="0099669B"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rPr>
                <w:lang w:eastAsia="en-US"/>
              </w:rPr>
            </w:pPr>
            <w:r>
              <w:t>Расходы на приобретение плакатов по пропаганде здорового образа жизни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AE0651">
        <w:trPr>
          <w:gridBefore w:val="1"/>
          <w:trHeight w:val="26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AE0651">
        <w:trPr>
          <w:gridBefore w:val="1"/>
          <w:trHeight w:val="54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AE0651">
        <w:trPr>
          <w:gridBefore w:val="1"/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AE0651">
        <w:trPr>
          <w:gridBefore w:val="1"/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«Осуществление мероприятий в отношенииавтомобильных дорог в границах населенных пунктов Покрово-Арчадинского сельсовета  и искусственных сооружений на них»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AE0651">
        <w:trPr>
          <w:gridBefore w:val="1"/>
          <w:trHeight w:val="95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D6505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D6505F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D6505F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E60D1" w:rsidRPr="00AE0651">
        <w:trPr>
          <w:gridBefore w:val="1"/>
          <w:trHeight w:val="95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Капитальный ремонт и р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EB1B9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B1B95"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2424">
              <w:rPr>
                <w:b/>
                <w:bCs/>
                <w:color w:val="000000"/>
                <w:sz w:val="22"/>
                <w:szCs w:val="22"/>
                <w:lang w:eastAsia="ru-RU"/>
              </w:rPr>
              <w:t>264,0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2424">
              <w:rPr>
                <w:b/>
                <w:bCs/>
                <w:color w:val="000000"/>
                <w:sz w:val="22"/>
                <w:szCs w:val="22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92424">
              <w:rPr>
                <w:b/>
                <w:bCs/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t>Ремонт и содержание водопроводных сетей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12290"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7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12290"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92424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92424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AE0651">
        <w:trPr>
          <w:gridBefore w:val="1"/>
          <w:trHeight w:val="359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23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452FEA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6F6D49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F6D49"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296C83"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 w:rsidRPr="00296C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AE0651">
        <w:trPr>
          <w:gridBefore w:val="1"/>
          <w:trHeight w:val="4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6F6D49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F6D49"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296C83"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 w:rsidRPr="00296C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Культура ,</w:t>
            </w: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кинематография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1107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1107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AE0651">
        <w:trPr>
          <w:gridBefore w:val="1"/>
          <w:trHeight w:val="98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1107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AE0651">
        <w:trPr>
          <w:gridBefore w:val="1"/>
          <w:trHeight w:val="102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gridBefore w:val="1"/>
          <w:trHeight w:val="76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E11107">
            <w:pPr>
              <w:jc w:val="center"/>
            </w:pPr>
            <w:r w:rsidRPr="005559AF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gridBefore w:val="1"/>
          <w:trHeight w:val="552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E11107">
            <w:pPr>
              <w:jc w:val="center"/>
            </w:pPr>
            <w:r w:rsidRPr="005559AF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gridBefore w:val="1"/>
          <w:trHeight w:val="51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E11107">
            <w:pPr>
              <w:jc w:val="center"/>
            </w:pPr>
            <w:r w:rsidRPr="005559AF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gridBefore w:val="1"/>
          <w:trHeight w:val="49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E11107">
            <w:pPr>
              <w:jc w:val="center"/>
            </w:pPr>
            <w:r w:rsidRPr="005559AF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gridBefore w:val="1"/>
          <w:trHeight w:val="77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gridBefore w:val="1"/>
          <w:trHeight w:val="77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gridBefore w:val="1"/>
          <w:trHeight w:val="746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 на осуществление части полномочий поселений по оплате, труда работников сельских домов культуры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AE065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30685C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30685C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30685C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331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93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718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343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AE0651">
        <w:trPr>
          <w:gridBefore w:val="1"/>
          <w:trHeight w:val="317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</w:tbl>
    <w:p w:rsidR="007E60D1" w:rsidRPr="008530DF" w:rsidRDefault="007E60D1" w:rsidP="00D81A34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7E60D1" w:rsidRPr="008530DF" w:rsidRDefault="007E60D1" w:rsidP="004F5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1.6. приложение 8 изложить в новой редакции:</w:t>
      </w:r>
    </w:p>
    <w:p w:rsidR="007E60D1" w:rsidRPr="00AE0651" w:rsidRDefault="007E60D1" w:rsidP="00CE64F1">
      <w:pPr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8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7E60D1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2021</w:t>
      </w:r>
      <w:r w:rsidRPr="00C00743">
        <w:rPr>
          <w:sz w:val="18"/>
          <w:szCs w:val="18"/>
        </w:rPr>
        <w:t xml:space="preserve"> год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2022 и 2023 годов»</w:t>
      </w:r>
    </w:p>
    <w:p w:rsidR="007E60D1" w:rsidRDefault="007E60D1" w:rsidP="00CE64F1">
      <w:pPr>
        <w:jc w:val="both"/>
        <w:rPr>
          <w:sz w:val="22"/>
          <w:szCs w:val="22"/>
        </w:rPr>
      </w:pPr>
    </w:p>
    <w:p w:rsidR="007E60D1" w:rsidRPr="00AE0651" w:rsidRDefault="007E60D1" w:rsidP="00CE64F1">
      <w:pPr>
        <w:jc w:val="both"/>
        <w:rPr>
          <w:sz w:val="28"/>
          <w:szCs w:val="28"/>
        </w:rPr>
      </w:pPr>
    </w:p>
    <w:p w:rsidR="007E60D1" w:rsidRPr="00452FEA" w:rsidRDefault="007E60D1" w:rsidP="00CE64F1">
      <w:pPr>
        <w:jc w:val="center"/>
        <w:rPr>
          <w:color w:val="000000"/>
          <w:lang w:eastAsia="ru-RU"/>
        </w:rPr>
      </w:pPr>
      <w:r w:rsidRPr="00452FEA">
        <w:rPr>
          <w:color w:val="000000"/>
          <w:lang w:eastAsia="ru-RU"/>
        </w:rPr>
        <w:t>Ведомственная структура</w:t>
      </w:r>
    </w:p>
    <w:p w:rsidR="007E60D1" w:rsidRDefault="007E60D1" w:rsidP="00CE64F1">
      <w:pPr>
        <w:jc w:val="center"/>
        <w:rPr>
          <w:color w:val="000000"/>
          <w:lang w:eastAsia="ru-RU"/>
        </w:rPr>
      </w:pPr>
      <w:r w:rsidRPr="00452FEA">
        <w:rPr>
          <w:color w:val="000000"/>
          <w:lang w:eastAsia="ru-RU"/>
        </w:rPr>
        <w:t xml:space="preserve">расходов бюджета Покрово-Арчадинского сельсовета </w:t>
      </w:r>
      <w:r>
        <w:rPr>
          <w:color w:val="000000"/>
          <w:lang w:eastAsia="ru-RU"/>
        </w:rPr>
        <w:t>на 2021 год и на плановый период 2022 и 2023</w:t>
      </w:r>
      <w:r w:rsidRPr="00452FEA">
        <w:rPr>
          <w:color w:val="000000"/>
          <w:lang w:eastAsia="ru-RU"/>
        </w:rPr>
        <w:t xml:space="preserve"> годов</w:t>
      </w:r>
    </w:p>
    <w:p w:rsidR="007E60D1" w:rsidRDefault="007E60D1" w:rsidP="00CE64F1">
      <w:pPr>
        <w:jc w:val="right"/>
        <w:rPr>
          <w:sz w:val="22"/>
          <w:szCs w:val="22"/>
        </w:rPr>
      </w:pPr>
      <w:r w:rsidRPr="00E927BD">
        <w:rPr>
          <w:sz w:val="22"/>
          <w:szCs w:val="22"/>
        </w:rPr>
        <w:t>тыс.руб.</w:t>
      </w:r>
    </w:p>
    <w:tbl>
      <w:tblPr>
        <w:tblW w:w="9953" w:type="dxa"/>
        <w:tblInd w:w="2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3525"/>
        <w:gridCol w:w="15"/>
        <w:gridCol w:w="34"/>
        <w:gridCol w:w="425"/>
        <w:gridCol w:w="426"/>
        <w:gridCol w:w="425"/>
        <w:gridCol w:w="1559"/>
        <w:gridCol w:w="425"/>
        <w:gridCol w:w="1134"/>
        <w:gridCol w:w="993"/>
        <w:gridCol w:w="992"/>
      </w:tblGrid>
      <w:tr w:rsidR="007E60D1" w:rsidRPr="00AE0651">
        <w:trPr>
          <w:trHeight w:val="25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2021год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2022год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2023год</w:t>
            </w:r>
          </w:p>
        </w:tc>
      </w:tr>
      <w:tr w:rsidR="007E60D1" w:rsidRPr="00AE0651">
        <w:trPr>
          <w:trHeight w:val="427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5444,9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5279,0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5234,0</w:t>
            </w:r>
          </w:p>
        </w:tc>
      </w:tr>
      <w:tr w:rsidR="007E60D1" w:rsidRPr="00AE0651">
        <w:trPr>
          <w:trHeight w:val="427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0B5568">
              <w:rPr>
                <w:color w:val="000000"/>
                <w:sz w:val="22"/>
                <w:szCs w:val="22"/>
                <w:lang w:eastAsia="ru-RU"/>
              </w:rPr>
              <w:t>Администрация Покрово-Арчадинского сельсовета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 Каменского района Пензенской области 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02AA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5400,5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5279,0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5234,0</w:t>
            </w:r>
          </w:p>
        </w:tc>
      </w:tr>
      <w:tr w:rsidR="007E60D1" w:rsidRPr="00AE0651">
        <w:trPr>
          <w:trHeight w:val="331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2402,0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2368,7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2380,0</w:t>
            </w:r>
          </w:p>
        </w:tc>
      </w:tr>
      <w:tr w:rsidR="007E60D1" w:rsidRPr="001C5A8F">
        <w:trPr>
          <w:trHeight w:val="93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C5A8F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solid" w:color="FFFFFF" w:fill="FFFFCC"/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solid" w:color="FFFFFF" w:fill="FFFFCC"/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1C5A8F">
        <w:trPr>
          <w:trHeight w:val="967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1C5A8F">
        <w:trPr>
          <w:trHeight w:val="98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Подпрограмма»Обеспечение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1C5A8F">
        <w:trPr>
          <w:trHeight w:val="63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 Реализация функций администрации Покрово-Арчадинского сельсовета Каменского района Пензенской области»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C5A8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2395,5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2362,2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2373,5</w:t>
            </w:r>
          </w:p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AE0651">
        <w:trPr>
          <w:trHeight w:val="48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65B1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926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020151"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48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01 1 01 02100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020151">
              <w:rPr>
                <w:color w:val="000000"/>
                <w:sz w:val="22"/>
                <w:szCs w:val="22"/>
                <w:lang w:eastAsia="ru-RU"/>
              </w:rPr>
              <w:t>1191,7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1200,8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572FC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572FC1">
              <w:rPr>
                <w:color w:val="000000"/>
                <w:sz w:val="22"/>
                <w:szCs w:val="22"/>
                <w:lang w:eastAsia="ru-RU"/>
              </w:rPr>
              <w:t>1236,8</w:t>
            </w:r>
          </w:p>
        </w:tc>
      </w:tr>
      <w:tr w:rsidR="007E60D1" w:rsidRPr="00AE0651">
        <w:trPr>
          <w:trHeight w:val="55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361,5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252,0</w:t>
            </w:r>
          </w:p>
        </w:tc>
      </w:tr>
      <w:tr w:rsidR="007E60D1" w:rsidRPr="00AE0651">
        <w:trPr>
          <w:trHeight w:val="48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и муниципальных нужд)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342,6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242,0</w:t>
            </w:r>
          </w:p>
        </w:tc>
      </w:tr>
      <w:tr w:rsidR="007E60D1" w:rsidRPr="00AE0651">
        <w:trPr>
          <w:trHeight w:val="44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342,6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242,0</w:t>
            </w:r>
          </w:p>
        </w:tc>
      </w:tr>
      <w:tr w:rsidR="007E60D1" w:rsidRPr="00AE0651">
        <w:trPr>
          <w:trHeight w:val="317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</w:tr>
      <w:tr w:rsidR="007E60D1" w:rsidRPr="00AE0651">
        <w:trPr>
          <w:trHeight w:val="30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Уплата налогов,сборов и иных платежей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01 1 01 02200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18,9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10,0</w:t>
            </w:r>
          </w:p>
        </w:tc>
      </w:tr>
      <w:tr w:rsidR="007E60D1">
        <w:trPr>
          <w:trHeight w:val="29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Глава местной администрации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>
        <w:trPr>
          <w:trHeight w:val="895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>
        <w:trPr>
          <w:trHeight w:val="25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816E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01 1 01 02300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842,3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884,7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48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непрограммные расходы органов местного самоуправления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Резервный фонд 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71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Резервный фонд  администрации Покрово-Арчадинского сельсовета Каменского района Пензенской области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бюджетные ассигнования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Резервные средства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99 1 00 20500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>
        <w:trPr>
          <w:trHeight w:val="953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>
        <w:trPr>
          <w:trHeight w:val="25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27D2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>
        <w:trPr>
          <w:trHeight w:val="75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5,5</w:t>
            </w:r>
          </w:p>
        </w:tc>
      </w:tr>
      <w:tr w:rsidR="007E60D1">
        <w:trPr>
          <w:trHeight w:val="718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50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1,8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>
        <w:trPr>
          <w:trHeight w:val="262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01 3 01 86050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1,9</w:t>
            </w:r>
          </w:p>
        </w:tc>
      </w:tr>
      <w:tr w:rsidR="007E60D1" w:rsidRPr="00AE0651">
        <w:trPr>
          <w:trHeight w:val="290"/>
        </w:trPr>
        <w:tc>
          <w:tcPr>
            <w:tcW w:w="3540" w:type="dxa"/>
            <w:gridSpan w:val="2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5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6014C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205B2D">
        <w:trPr>
          <w:trHeight w:val="302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F04262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F04262">
              <w:rPr>
                <w:color w:val="000000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05D24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  <w:r w:rsidRPr="00AE0651">
              <w:rPr>
                <w:i/>
                <w:i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205B2D">
        <w:trPr>
          <w:trHeight w:val="994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05D24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205B2D">
        <w:trPr>
          <w:trHeight w:val="541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05D24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205B2D">
        <w:trPr>
          <w:trHeight w:val="574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05D24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 w:rsidRPr="00205B2D">
        <w:trPr>
          <w:trHeight w:val="799"/>
        </w:trPr>
        <w:tc>
          <w:tcPr>
            <w:tcW w:w="3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459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05D24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91,1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92,1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205B2D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205B2D">
              <w:rPr>
                <w:color w:val="000000"/>
                <w:sz w:val="22"/>
                <w:szCs w:val="22"/>
                <w:lang w:eastAsia="ru-RU"/>
              </w:rPr>
              <w:t>95,6</w:t>
            </w:r>
          </w:p>
        </w:tc>
      </w:tr>
      <w:tr w:rsidR="007E60D1">
        <w:trPr>
          <w:trHeight w:val="1188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"Расходы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</w:tr>
      <w:tr w:rsidR="007E60D1">
        <w:trPr>
          <w:trHeight w:val="456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79,9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работ,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15,7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01 1 02 51180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15,7</w:t>
            </w:r>
          </w:p>
        </w:tc>
      </w:tr>
      <w:tr w:rsidR="007E60D1" w:rsidRPr="00AE0651">
        <w:trPr>
          <w:trHeight w:val="566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59,2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59,2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32,5</w:t>
            </w:r>
          </w:p>
        </w:tc>
      </w:tr>
      <w:tr w:rsidR="007E60D1" w:rsidRPr="00AE0651">
        <w:trPr>
          <w:trHeight w:val="317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926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1008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0D337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750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01 1 03 65300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57,0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946B3F">
              <w:rPr>
                <w:color w:val="000000"/>
                <w:sz w:val="22"/>
                <w:szCs w:val="22"/>
                <w:lang w:eastAsia="ru-RU"/>
              </w:rPr>
              <w:t>30,3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A0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267A90" w:rsidRDefault="007E60D1" w:rsidP="007951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rPr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 w:rsidRPr="009120BA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 w:rsidRPr="009120BA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F772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 w:rsidRPr="009120BA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pPr>
              <w:jc w:val="center"/>
            </w:pPr>
            <w:r w:rsidRPr="00532933">
              <w:rPr>
                <w:color w:val="000000"/>
                <w:sz w:val="22"/>
                <w:szCs w:val="22"/>
                <w:lang w:eastAsia="ru-RU"/>
              </w:rPr>
              <w:t>01 1 04 64020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9120BA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1,3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01 1 05 69030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0,2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99669B" w:rsidRDefault="007E60D1" w:rsidP="007951B8">
            <w:pPr>
              <w:rPr>
                <w:lang w:eastAsia="en-US"/>
              </w:rPr>
            </w:pPr>
            <w:r w:rsidRPr="0099669B"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rPr>
                <w:lang w:eastAsia="en-US"/>
              </w:rPr>
            </w:pPr>
            <w:r>
              <w:t>Расходы на приобретение плакатов по пропаганде здорового образа жизни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6627A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E60D1" w:rsidRDefault="007E60D1" w:rsidP="007951B8">
            <w:r w:rsidRPr="001D30DA">
              <w:rPr>
                <w:color w:val="000000"/>
                <w:sz w:val="22"/>
                <w:szCs w:val="22"/>
                <w:lang w:eastAsia="ru-RU"/>
              </w:rPr>
              <w:t>01 1 09 64030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9120BA">
              <w:rPr>
                <w:color w:val="000000"/>
                <w:sz w:val="22"/>
                <w:szCs w:val="22"/>
                <w:lang w:eastAsia="ru-RU"/>
              </w:rPr>
              <w:t>0,</w:t>
            </w:r>
            <w:r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</w:tr>
      <w:tr w:rsidR="007E60D1" w:rsidRPr="00AE0651">
        <w:trPr>
          <w:trHeight w:val="331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0F4395">
        <w:trPr>
          <w:trHeight w:val="26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0F4395">
        <w:trPr>
          <w:trHeight w:val="541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0F4395">
        <w:trPr>
          <w:trHeight w:val="718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0F4395">
        <w:trPr>
          <w:trHeight w:val="718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«Осуществление мероприятий в отношенииавтомобильных дорог в границах населенных пунктов Покрово-Арчадинского сельсовета  и искусственных сооружений на них»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1380,3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1432,9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A48F8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1A48F8">
              <w:rPr>
                <w:color w:val="000000"/>
                <w:sz w:val="22"/>
                <w:szCs w:val="22"/>
                <w:lang w:eastAsia="ru-RU"/>
              </w:rPr>
              <w:t>1529,3</w:t>
            </w:r>
          </w:p>
        </w:tc>
      </w:tr>
      <w:tr w:rsidR="007E60D1" w:rsidRPr="00D6505F">
        <w:trPr>
          <w:trHeight w:val="953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 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D6505F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D6505F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D6505F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530,0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4084B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4A1A3F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53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  <w:tr w:rsidR="007E60D1" w:rsidRPr="00AE0651">
        <w:trPr>
          <w:trHeight w:val="953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Капитальный ремонт и р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4A1A3F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AE065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4A1A3F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AE0651">
        <w:trPr>
          <w:trHeight w:val="258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4A1A3F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01 2 01 46030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850,3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902,9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999,3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EB1B9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EB1B95">
              <w:rPr>
                <w:b/>
                <w:bCs/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36E25">
              <w:rPr>
                <w:b/>
                <w:bCs/>
                <w:color w:val="000000"/>
                <w:sz w:val="22"/>
                <w:szCs w:val="22"/>
                <w:lang w:eastAsia="ru-RU"/>
              </w:rPr>
              <w:t>264,0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36E25">
              <w:rPr>
                <w:b/>
                <w:bCs/>
                <w:color w:val="000000"/>
                <w:sz w:val="22"/>
                <w:szCs w:val="22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636E25">
              <w:rPr>
                <w:b/>
                <w:bCs/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Коммунальное хозяйство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01 2 03 00000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t>Ремонт и содержание водопроводных сетей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12290"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BE7DB3">
        <w:trPr>
          <w:trHeight w:val="37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FB1BE3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82BD0">
              <w:rPr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112290">
              <w:rPr>
                <w:color w:val="000000"/>
                <w:sz w:val="22"/>
                <w:szCs w:val="22"/>
                <w:lang w:eastAsia="ru-RU"/>
              </w:rPr>
              <w:t>01 02 03 69370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382BD0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40,2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636E25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36E25">
              <w:rPr>
                <w:color w:val="000000"/>
                <w:sz w:val="22"/>
                <w:szCs w:val="22"/>
                <w:lang w:eastAsia="ru-RU"/>
              </w:rPr>
              <w:t>42,7</w:t>
            </w:r>
          </w:p>
        </w:tc>
      </w:tr>
      <w:tr w:rsidR="007E60D1" w:rsidRPr="00E16A22">
        <w:trPr>
          <w:trHeight w:val="359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E16A22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E16A22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"Развитие и благоустройство территории Покрово-Арчадинского сельсовета Каменского района Пензенской области"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E16A22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16A22"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E16A2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>
        <w:trPr>
          <w:trHeight w:val="237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452FEA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>
        <w:trPr>
          <w:trHeight w:val="482"/>
        </w:trPr>
        <w:tc>
          <w:tcPr>
            <w:tcW w:w="3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4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A746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>
        <w:trPr>
          <w:trHeight w:val="48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130E83">
              <w:rPr>
                <w:color w:val="000000"/>
                <w:sz w:val="22"/>
                <w:szCs w:val="22"/>
                <w:lang w:eastAsia="ru-RU"/>
              </w:rPr>
              <w:t>01 2 04 69410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 w:rsidRPr="001C0572">
        <w:trPr>
          <w:trHeight w:val="48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1C0572">
        <w:trPr>
          <w:trHeight w:val="48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6F6D49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F6D49"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296C83"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 w:rsidRPr="00296C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1C0572">
        <w:trPr>
          <w:trHeight w:val="48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jc w:val="center"/>
            </w:pPr>
            <w:r w:rsidRPr="006F6D49">
              <w:rPr>
                <w:color w:val="000000"/>
                <w:sz w:val="22"/>
                <w:szCs w:val="22"/>
                <w:lang w:eastAsia="ru-RU"/>
              </w:rPr>
              <w:t xml:space="preserve">01 2 04 </w:t>
            </w:r>
            <w:r w:rsidRPr="006F6D49">
              <w:rPr>
                <w:color w:val="000000"/>
                <w:sz w:val="22"/>
                <w:szCs w:val="22"/>
                <w:lang w:val="en-US" w:eastAsia="ru-RU"/>
              </w:rPr>
              <w:t>S1400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jc w:val="center"/>
            </w:pPr>
            <w:r w:rsidRPr="00296C83">
              <w:rPr>
                <w:color w:val="000000"/>
                <w:sz w:val="22"/>
                <w:szCs w:val="22"/>
                <w:lang w:val="en-US" w:eastAsia="ru-RU"/>
              </w:rPr>
              <w:t>10</w:t>
            </w:r>
            <w:r w:rsidRPr="00296C83">
              <w:rPr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C0572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eastAsia="ru-RU"/>
              </w:rPr>
            </w:pPr>
          </w:p>
        </w:tc>
      </w:tr>
      <w:tr w:rsidR="007E60D1" w:rsidRPr="00125CFB">
        <w:trPr>
          <w:trHeight w:val="33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Культура ,</w:t>
            </w: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кинематография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CE64F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125CFB">
        <w:trPr>
          <w:trHeight w:val="33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CE64F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125CFB">
        <w:trPr>
          <w:trHeight w:val="98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CE64F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1148,4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125CFB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125CFB">
              <w:rPr>
                <w:color w:val="000000"/>
                <w:sz w:val="22"/>
                <w:szCs w:val="22"/>
                <w:lang w:val="en-US" w:eastAsia="ru-RU"/>
              </w:rPr>
              <w:t>1054.0</w:t>
            </w:r>
          </w:p>
        </w:tc>
      </w:tr>
      <w:tr w:rsidR="007E60D1" w:rsidRPr="00AE0651">
        <w:trPr>
          <w:trHeight w:val="102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Подпрограмма"Обеспечение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trHeight w:val="258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5B6EB5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CE64F1">
            <w:pPr>
              <w:jc w:val="center"/>
            </w:pPr>
            <w:r w:rsidRPr="007463B7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trHeight w:val="552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8640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CE64F1">
            <w:pPr>
              <w:jc w:val="center"/>
            </w:pPr>
            <w:r w:rsidRPr="007463B7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trHeight w:val="51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8640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CE64F1">
            <w:pPr>
              <w:jc w:val="center"/>
            </w:pPr>
            <w:r w:rsidRPr="007463B7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trHeight w:val="497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8640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01 1 06 05240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Default="007E60D1" w:rsidP="00CE64F1">
            <w:pPr>
              <w:jc w:val="center"/>
            </w:pPr>
            <w:r w:rsidRPr="007463B7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 w:rsidRPr="00AE0651">
        <w:trPr>
          <w:trHeight w:val="773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8640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trHeight w:val="773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386402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trHeight w:val="746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 на осуществление части полномочий поселений по оплате, труда работников сельских домов культуры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trHeight w:val="33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6" w:space="0" w:color="auto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trHeight w:val="331"/>
        </w:trPr>
        <w:tc>
          <w:tcPr>
            <w:tcW w:w="3574" w:type="dxa"/>
            <w:gridSpan w:val="3"/>
            <w:tcBorders>
              <w:top w:val="single" w:sz="6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jc w:val="center"/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01 3 01 86030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588,0</w:t>
            </w:r>
          </w:p>
        </w:tc>
      </w:tr>
      <w:tr w:rsidR="007E60D1" w:rsidRPr="00AE0651">
        <w:trPr>
          <w:trHeight w:val="33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AE0651">
              <w:rPr>
                <w:b/>
                <w:bCs/>
                <w:i/>
                <w:iCs/>
                <w:color w:val="000000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AE0651">
              <w:rPr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30685C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30685C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30685C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30685C">
              <w:rPr>
                <w:b/>
                <w:bCs/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331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938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Муниципальная программа «Устойчивое развитие муниципального образования Покрово-Арчадинский сельсовет Каменского района Пензенской облас</w:t>
            </w:r>
            <w:r>
              <w:rPr>
                <w:color w:val="000000"/>
                <w:sz w:val="22"/>
                <w:szCs w:val="22"/>
                <w:lang w:eastAsia="ru-RU"/>
              </w:rPr>
              <w:t>ти на 2014-2024 годы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718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Подпрограмма "Предоставление межбюджетных трансфертов из бюджета Покрово-Арчадинского сельсовета Каменского района Пензенской области"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CF17C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01 3 00 00000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718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AA2ED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01 3 01 00000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718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AA2ED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343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 Межбюджетные трансферты 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Default="007E60D1" w:rsidP="007951B8">
            <w:r w:rsidRPr="00AA2ED8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  <w:tr w:rsidR="007E60D1" w:rsidRPr="00125CFB">
        <w:trPr>
          <w:trHeight w:val="317"/>
        </w:trPr>
        <w:tc>
          <w:tcPr>
            <w:tcW w:w="357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02AAE">
              <w:rPr>
                <w:color w:val="000000"/>
                <w:sz w:val="22"/>
                <w:szCs w:val="22"/>
                <w:lang w:eastAsia="ru-RU"/>
              </w:rPr>
              <w:t>901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rPr>
                <w:sz w:val="28"/>
                <w:szCs w:val="28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01 3 01 86020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E60D1" w:rsidRPr="0072448A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72448A">
              <w:rPr>
                <w:color w:val="000000"/>
                <w:sz w:val="22"/>
                <w:szCs w:val="22"/>
                <w:lang w:eastAsia="ru-RU"/>
              </w:rPr>
              <w:t>99,9</w:t>
            </w:r>
          </w:p>
        </w:tc>
      </w:tr>
    </w:tbl>
    <w:p w:rsidR="007E60D1" w:rsidRDefault="007E60D1" w:rsidP="00CE64F1">
      <w:pPr>
        <w:jc w:val="both"/>
        <w:rPr>
          <w:sz w:val="22"/>
          <w:szCs w:val="22"/>
        </w:rPr>
      </w:pPr>
    </w:p>
    <w:p w:rsidR="007E60D1" w:rsidRDefault="007E60D1" w:rsidP="00CE64F1">
      <w:pPr>
        <w:jc w:val="right"/>
        <w:rPr>
          <w:sz w:val="28"/>
          <w:szCs w:val="28"/>
        </w:rPr>
      </w:pPr>
      <w:r w:rsidRPr="00417AC6">
        <w:rPr>
          <w:sz w:val="28"/>
          <w:szCs w:val="28"/>
        </w:rPr>
        <w:t>»;</w:t>
      </w:r>
    </w:p>
    <w:p w:rsidR="007E60D1" w:rsidRPr="00417AC6" w:rsidRDefault="007E60D1" w:rsidP="00CE6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1.7. приложение 9 изложить в новой редакции:</w:t>
      </w:r>
    </w:p>
    <w:p w:rsidR="007E60D1" w:rsidRPr="00266E47" w:rsidRDefault="007E60D1" w:rsidP="00CE64F1">
      <w:pPr>
        <w:jc w:val="right"/>
        <w:rPr>
          <w:sz w:val="18"/>
          <w:szCs w:val="18"/>
        </w:rPr>
      </w:pPr>
      <w:r w:rsidRPr="00AE0651">
        <w:rPr>
          <w:color w:val="FF0000"/>
          <w:sz w:val="28"/>
          <w:szCs w:val="28"/>
        </w:rPr>
        <w:t xml:space="preserve">                                                                            </w:t>
      </w:r>
      <w:r>
        <w:rPr>
          <w:color w:val="FF0000"/>
          <w:sz w:val="28"/>
          <w:szCs w:val="28"/>
        </w:rPr>
        <w:t>«</w:t>
      </w:r>
      <w:r>
        <w:rPr>
          <w:sz w:val="18"/>
          <w:szCs w:val="18"/>
        </w:rPr>
        <w:t>Приложение 9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3D2630">
        <w:rPr>
          <w:sz w:val="20"/>
          <w:szCs w:val="20"/>
        </w:rPr>
        <w:t xml:space="preserve">                                                        </w:t>
      </w:r>
      <w:r w:rsidRPr="00C00743">
        <w:rPr>
          <w:sz w:val="18"/>
          <w:szCs w:val="18"/>
        </w:rPr>
        <w:t xml:space="preserve">к решению 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Комитета местного самоуправления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Покрово-Арчадинского сельсовета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 xml:space="preserve">Каменского района Пензенской области </w:t>
      </w:r>
    </w:p>
    <w:p w:rsidR="007E60D1" w:rsidRDefault="007E60D1" w:rsidP="00CE64F1">
      <w:pPr>
        <w:ind w:left="5103"/>
        <w:jc w:val="right"/>
        <w:rPr>
          <w:sz w:val="18"/>
          <w:szCs w:val="18"/>
        </w:rPr>
      </w:pPr>
      <w:r w:rsidRPr="00C00743">
        <w:rPr>
          <w:sz w:val="18"/>
          <w:szCs w:val="18"/>
        </w:rPr>
        <w:t>«О бюджете Покрово-Арчадинского сельсовета Каменского р</w:t>
      </w:r>
      <w:r>
        <w:rPr>
          <w:sz w:val="18"/>
          <w:szCs w:val="18"/>
        </w:rPr>
        <w:t>айона Пензенской области на 2021</w:t>
      </w:r>
      <w:r w:rsidRPr="00C00743">
        <w:rPr>
          <w:sz w:val="18"/>
          <w:szCs w:val="18"/>
        </w:rPr>
        <w:t xml:space="preserve"> год</w:t>
      </w:r>
    </w:p>
    <w:p w:rsidR="007E60D1" w:rsidRPr="00C00743" w:rsidRDefault="007E60D1" w:rsidP="00CE64F1">
      <w:pPr>
        <w:ind w:left="5103"/>
        <w:jc w:val="right"/>
        <w:rPr>
          <w:sz w:val="18"/>
          <w:szCs w:val="18"/>
        </w:rPr>
      </w:pPr>
      <w:r>
        <w:rPr>
          <w:sz w:val="18"/>
          <w:szCs w:val="18"/>
        </w:rPr>
        <w:t>и на плановый период 2022 и 2023 годов»</w:t>
      </w:r>
    </w:p>
    <w:p w:rsidR="007E60D1" w:rsidRPr="00AE0651" w:rsidRDefault="007E60D1" w:rsidP="00CE64F1">
      <w:pPr>
        <w:tabs>
          <w:tab w:val="left" w:pos="284"/>
        </w:tabs>
        <w:jc w:val="right"/>
        <w:rPr>
          <w:b/>
          <w:bCs/>
          <w:color w:val="000000"/>
          <w:sz w:val="32"/>
          <w:szCs w:val="32"/>
        </w:rPr>
      </w:pPr>
    </w:p>
    <w:p w:rsidR="007E60D1" w:rsidRPr="00037B58" w:rsidRDefault="007E60D1" w:rsidP="00CE64F1">
      <w:pPr>
        <w:tabs>
          <w:tab w:val="left" w:pos="2130"/>
        </w:tabs>
        <w:spacing w:line="245" w:lineRule="exact"/>
        <w:ind w:left="142" w:right="91"/>
        <w:jc w:val="center"/>
        <w:rPr>
          <w:color w:val="000000"/>
        </w:rPr>
      </w:pPr>
      <w:r w:rsidRPr="00037B58">
        <w:rPr>
          <w:color w:val="000000"/>
        </w:rPr>
        <w:t>Распределение бюджетных ассигнований по целевым статьям (муниципальным программам  Покрово-Арчадинского сельсовета Каменского района Пензенской области и непрограммным направлениям деятельности), группам видов расходов, подгруппам видов расходов, разделам, подразделам классиф</w:t>
      </w:r>
      <w:r>
        <w:rPr>
          <w:color w:val="000000"/>
        </w:rPr>
        <w:t>икации расходов бюджета на  2021</w:t>
      </w:r>
      <w:r w:rsidRPr="00037B58">
        <w:rPr>
          <w:color w:val="000000"/>
        </w:rPr>
        <w:t xml:space="preserve"> год</w:t>
      </w:r>
      <w:r>
        <w:rPr>
          <w:color w:val="000000"/>
        </w:rPr>
        <w:t xml:space="preserve"> и на плановый период 2022 и 2023 годов </w:t>
      </w:r>
      <w:r w:rsidRPr="00037B58">
        <w:rPr>
          <w:color w:val="000000"/>
        </w:rPr>
        <w:t xml:space="preserve">  </w:t>
      </w:r>
    </w:p>
    <w:p w:rsidR="007E60D1" w:rsidRPr="00037B58" w:rsidRDefault="007E60D1" w:rsidP="00CE64F1">
      <w:pPr>
        <w:tabs>
          <w:tab w:val="left" w:pos="2130"/>
        </w:tabs>
        <w:spacing w:line="245" w:lineRule="exact"/>
        <w:ind w:left="142" w:right="91"/>
        <w:jc w:val="center"/>
        <w:rPr>
          <w:b/>
          <w:bCs/>
          <w:color w:val="000000"/>
        </w:rPr>
      </w:pPr>
      <w:r w:rsidRPr="00037B58"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7E60D1" w:rsidRPr="00AE0651" w:rsidRDefault="007E60D1" w:rsidP="00CE64F1">
      <w:pPr>
        <w:tabs>
          <w:tab w:val="left" w:pos="2130"/>
        </w:tabs>
        <w:spacing w:line="245" w:lineRule="exact"/>
        <w:ind w:left="142" w:right="91"/>
        <w:jc w:val="right"/>
        <w:rPr>
          <w:color w:val="000000"/>
          <w:sz w:val="22"/>
          <w:szCs w:val="22"/>
        </w:rPr>
      </w:pPr>
      <w:r w:rsidRPr="00AE0651">
        <w:rPr>
          <w:b/>
          <w:bCs/>
          <w:color w:val="000000"/>
          <w:sz w:val="22"/>
          <w:szCs w:val="22"/>
        </w:rPr>
        <w:t xml:space="preserve">        (</w:t>
      </w:r>
      <w:r w:rsidRPr="00AE0651">
        <w:rPr>
          <w:color w:val="000000"/>
          <w:sz w:val="22"/>
          <w:szCs w:val="22"/>
        </w:rPr>
        <w:t>тыс. рублей)</w:t>
      </w:r>
    </w:p>
    <w:tbl>
      <w:tblPr>
        <w:tblW w:w="17721" w:type="dxa"/>
        <w:tblInd w:w="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537"/>
        <w:gridCol w:w="1559"/>
        <w:gridCol w:w="567"/>
        <w:gridCol w:w="425"/>
        <w:gridCol w:w="425"/>
        <w:gridCol w:w="851"/>
        <w:gridCol w:w="992"/>
        <w:gridCol w:w="851"/>
        <w:gridCol w:w="1134"/>
        <w:gridCol w:w="1276"/>
        <w:gridCol w:w="1276"/>
        <w:gridCol w:w="1276"/>
        <w:gridCol w:w="1276"/>
        <w:gridCol w:w="1276"/>
      </w:tblGrid>
      <w:tr w:rsidR="007E60D1">
        <w:trPr>
          <w:gridAfter w:val="6"/>
          <w:wAfter w:w="7514" w:type="dxa"/>
          <w:trHeight w:hRule="exact" w:val="11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E60D1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:rsidR="007E60D1" w:rsidRDefault="007E60D1" w:rsidP="007951B8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E60D1" w:rsidRDefault="007E60D1" w:rsidP="007951B8">
            <w:r>
              <w:rPr>
                <w:b/>
                <w:bCs/>
              </w:rPr>
              <w:t>2021</w:t>
            </w:r>
          </w:p>
          <w:p w:rsidR="007E60D1" w:rsidRPr="00D97107" w:rsidRDefault="007E60D1" w:rsidP="007951B8">
            <w:pPr>
              <w:rPr>
                <w:b/>
                <w:bCs/>
              </w:rPr>
            </w:pPr>
            <w:r w:rsidRPr="00D97107">
              <w:rPr>
                <w:b/>
                <w:bCs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E60D1" w:rsidRDefault="007E60D1" w:rsidP="007951B8">
            <w:r>
              <w:rPr>
                <w:b/>
                <w:bCs/>
              </w:rPr>
              <w:t>2022</w:t>
            </w:r>
            <w:r w:rsidRPr="002D15A4">
              <w:rPr>
                <w:b/>
                <w:bCs/>
              </w:rPr>
              <w:t xml:space="preserve"> </w:t>
            </w:r>
          </w:p>
          <w:p w:rsidR="007E60D1" w:rsidRPr="00D97107" w:rsidRDefault="007E60D1" w:rsidP="007951B8">
            <w:pPr>
              <w:rPr>
                <w:b/>
                <w:bCs/>
              </w:rPr>
            </w:pPr>
            <w:r w:rsidRPr="00D97107">
              <w:rPr>
                <w:b/>
                <w:bCs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E60D1" w:rsidRDefault="007E60D1" w:rsidP="007951B8">
            <w:r>
              <w:rPr>
                <w:b/>
                <w:bCs/>
              </w:rPr>
              <w:t>2023</w:t>
            </w:r>
            <w:r w:rsidRPr="002D15A4">
              <w:rPr>
                <w:b/>
                <w:bCs/>
              </w:rPr>
              <w:t xml:space="preserve"> </w:t>
            </w:r>
          </w:p>
          <w:p w:rsidR="007E60D1" w:rsidRPr="00D97107" w:rsidRDefault="007E60D1" w:rsidP="007951B8">
            <w:pPr>
              <w:rPr>
                <w:b/>
                <w:bCs/>
              </w:rPr>
            </w:pPr>
            <w:r w:rsidRPr="00D97107">
              <w:rPr>
                <w:b/>
                <w:bCs/>
              </w:rPr>
              <w:t>год</w:t>
            </w:r>
          </w:p>
        </w:tc>
      </w:tr>
      <w:tr w:rsidR="007E60D1">
        <w:trPr>
          <w:gridAfter w:val="6"/>
          <w:wAfter w:w="7514" w:type="dxa"/>
          <w:trHeight w:hRule="exact" w:val="38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E60D1" w:rsidRPr="000D7A4A" w:rsidRDefault="007E60D1" w:rsidP="007951B8">
            <w:pPr>
              <w:snapToGrid w:val="0"/>
              <w:spacing w:line="100" w:lineRule="atLeast"/>
              <w:rPr>
                <w:b/>
                <w:bCs/>
              </w:rPr>
            </w:pPr>
            <w:r w:rsidRPr="000D7A4A">
              <w:rPr>
                <w:b/>
                <w:bCs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5444,9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A4A">
              <w:rPr>
                <w:b/>
                <w:bCs/>
                <w:color w:val="000000"/>
                <w:sz w:val="20"/>
                <w:szCs w:val="20"/>
                <w:lang w:eastAsia="ru-RU"/>
              </w:rPr>
              <w:t>5279,0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7A4A">
              <w:rPr>
                <w:b/>
                <w:bCs/>
                <w:color w:val="000000"/>
                <w:sz w:val="20"/>
                <w:szCs w:val="20"/>
                <w:lang w:eastAsia="ru-RU"/>
              </w:rPr>
              <w:t>5234,0</w:t>
            </w:r>
          </w:p>
        </w:tc>
      </w:tr>
      <w:tr w:rsidR="007E60D1">
        <w:trPr>
          <w:gridAfter w:val="6"/>
          <w:wAfter w:w="7514" w:type="dxa"/>
          <w:trHeight w:hRule="exact" w:val="10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  <w:rPr>
                <w:b/>
                <w:bCs/>
              </w:rPr>
            </w:pPr>
            <w:r w:rsidRPr="000D7A4A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муниципального образования Покрово-Арчадинский сельсовет Каменского района Пензенской области на 2014-2024годы»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</w:rPr>
            </w:pPr>
            <w:r w:rsidRPr="000D7A4A">
              <w:rPr>
                <w:b/>
                <w:bCs/>
                <w:sz w:val="22"/>
                <w:szCs w:val="22"/>
              </w:rPr>
              <w:t>01 0 00 00000</w:t>
            </w: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5443,9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D7A4A">
              <w:rPr>
                <w:b/>
                <w:bCs/>
                <w:sz w:val="20"/>
                <w:szCs w:val="20"/>
              </w:rPr>
              <w:t>5278,0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0D7A4A">
              <w:rPr>
                <w:b/>
                <w:bCs/>
                <w:sz w:val="20"/>
                <w:szCs w:val="20"/>
              </w:rPr>
              <w:t>5233,0</w:t>
            </w:r>
          </w:p>
        </w:tc>
      </w:tr>
      <w:tr w:rsidR="007E60D1">
        <w:trPr>
          <w:gridAfter w:val="6"/>
          <w:wAfter w:w="7514" w:type="dxa"/>
          <w:trHeight w:hRule="exact" w:val="12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  <w:rPr>
                <w:b/>
                <w:bCs/>
                <w:i/>
                <w:iCs/>
              </w:rPr>
            </w:pPr>
            <w:r w:rsidRPr="000D7A4A">
              <w:rPr>
                <w:b/>
                <w:bCs/>
                <w:i/>
                <w:iCs/>
                <w:sz w:val="22"/>
                <w:szCs w:val="22"/>
              </w:rPr>
              <w:t>Подпрограмма «Обеспечение деятельности администрации Покрово-Арчадинского сельсовета Каменского района Пензенской области по реализации вопросов местного значения»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  <w:i/>
                <w:i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  <w:i/>
                <w:i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  <w:i/>
                <w:i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  <w:i/>
                <w:iCs/>
              </w:rPr>
            </w:pPr>
            <w:r w:rsidRPr="000D7A4A">
              <w:rPr>
                <w:b/>
                <w:bCs/>
                <w:i/>
                <w:iCs/>
                <w:sz w:val="22"/>
                <w:szCs w:val="22"/>
              </w:rPr>
              <w:t>01 1 00 00000</w:t>
            </w:r>
          </w:p>
          <w:p w:rsidR="007E60D1" w:rsidRPr="000D7A4A" w:rsidRDefault="007E60D1" w:rsidP="007951B8">
            <w:pPr>
              <w:spacing w:line="100" w:lineRule="atLeast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  <w:p w:rsidR="007E60D1" w:rsidRPr="000D7A4A" w:rsidRDefault="007E60D1" w:rsidP="007951B8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3106,2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92424">
              <w:rPr>
                <w:b/>
                <w:bCs/>
                <w:i/>
                <w:iCs/>
                <w:sz w:val="20"/>
                <w:szCs w:val="20"/>
              </w:rPr>
              <w:t>2979,5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92424">
              <w:rPr>
                <w:b/>
                <w:bCs/>
                <w:i/>
                <w:iCs/>
                <w:sz w:val="20"/>
                <w:szCs w:val="20"/>
              </w:rPr>
              <w:t>2967,6</w:t>
            </w:r>
          </w:p>
        </w:tc>
      </w:tr>
      <w:tr w:rsidR="007E60D1">
        <w:trPr>
          <w:gridAfter w:val="6"/>
          <w:wAfter w:w="7514" w:type="dxa"/>
          <w:trHeight w:hRule="exact" w:val="80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Основное мероприятие «Реализация функций администрации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0D7A4A">
              <w:rPr>
                <w:sz w:val="20"/>
                <w:szCs w:val="20"/>
              </w:rPr>
              <w:t>2395,5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2362,2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2373,5</w:t>
            </w:r>
          </w:p>
        </w:tc>
      </w:tr>
      <w:tr w:rsidR="007E60D1">
        <w:trPr>
          <w:gridAfter w:val="6"/>
          <w:wAfter w:w="7514" w:type="dxa"/>
          <w:trHeight w:hRule="exact" w:val="6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spacing w:line="100" w:lineRule="atLeast"/>
              <w:jc w:val="center"/>
              <w:rPr>
                <w:b/>
                <w:bCs/>
              </w:rPr>
            </w:pPr>
          </w:p>
          <w:p w:rsidR="007E60D1" w:rsidRPr="000D7A4A" w:rsidRDefault="007E60D1" w:rsidP="007951B8">
            <w:pPr>
              <w:spacing w:line="100" w:lineRule="atLeast"/>
              <w:jc w:val="center"/>
            </w:pPr>
            <w:r w:rsidRPr="000D7A4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  <w:rPr>
                <w:sz w:val="20"/>
                <w:szCs w:val="20"/>
              </w:rPr>
            </w:pPr>
            <w:r w:rsidRPr="000D7A4A">
              <w:rPr>
                <w:sz w:val="20"/>
                <w:szCs w:val="20"/>
              </w:rPr>
              <w:t>1191,7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1200,8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1236,8</w:t>
            </w:r>
          </w:p>
        </w:tc>
      </w:tr>
      <w:tr w:rsidR="007E60D1">
        <w:trPr>
          <w:gridAfter w:val="6"/>
          <w:wAfter w:w="7514" w:type="dxa"/>
          <w:trHeight w:hRule="exact" w:val="14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widowControl w:val="0"/>
              <w:autoSpaceDE w:val="0"/>
              <w:autoSpaceDN w:val="0"/>
              <w:adjustRightInd w:val="0"/>
            </w:pPr>
            <w:r w:rsidRPr="000D7A4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pacing w:line="100" w:lineRule="atLeast"/>
              <w:jc w:val="center"/>
            </w:pPr>
          </w:p>
          <w:p w:rsidR="007E60D1" w:rsidRPr="000D7A4A" w:rsidRDefault="007E60D1" w:rsidP="007951B8">
            <w:pPr>
              <w:spacing w:line="100" w:lineRule="atLeast"/>
              <w:jc w:val="center"/>
            </w:pPr>
          </w:p>
          <w:p w:rsidR="007E60D1" w:rsidRPr="000D7A4A" w:rsidRDefault="007E60D1" w:rsidP="007951B8">
            <w:pPr>
              <w:spacing w:line="100" w:lineRule="atLeast"/>
              <w:jc w:val="center"/>
            </w:pPr>
          </w:p>
          <w:p w:rsidR="007E60D1" w:rsidRPr="000D7A4A" w:rsidRDefault="007E60D1" w:rsidP="007951B8">
            <w:pPr>
              <w:spacing w:line="100" w:lineRule="atLeast"/>
              <w:jc w:val="center"/>
            </w:pPr>
          </w:p>
          <w:p w:rsidR="007E60D1" w:rsidRPr="000D7A4A" w:rsidRDefault="007E60D1" w:rsidP="007951B8">
            <w:pPr>
              <w:spacing w:line="100" w:lineRule="atLeast"/>
              <w:jc w:val="center"/>
            </w:pPr>
            <w:r w:rsidRPr="000D7A4A">
              <w:rPr>
                <w:sz w:val="22"/>
                <w:szCs w:val="22"/>
              </w:rPr>
              <w:t>01 1 01 02100</w:t>
            </w:r>
          </w:p>
          <w:p w:rsidR="007E60D1" w:rsidRPr="000D7A4A" w:rsidRDefault="007E60D1" w:rsidP="007951B8">
            <w:pPr>
              <w:spacing w:line="100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100</w:t>
            </w: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0"/>
                <w:szCs w:val="20"/>
              </w:rPr>
              <w:t>1191,7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1236,8</w:t>
            </w:r>
          </w:p>
        </w:tc>
      </w:tr>
      <w:tr w:rsidR="007E60D1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0"/>
                <w:szCs w:val="20"/>
              </w:rPr>
              <w:t>1191,7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1236,8</w:t>
            </w:r>
          </w:p>
        </w:tc>
      </w:tr>
      <w:tr w:rsidR="007E60D1">
        <w:trPr>
          <w:gridAfter w:val="6"/>
          <w:wAfter w:w="7514" w:type="dxa"/>
          <w:trHeight w:hRule="exact" w:val="33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0"/>
                <w:szCs w:val="20"/>
              </w:rPr>
              <w:t>1191,7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1236,8</w:t>
            </w:r>
          </w:p>
        </w:tc>
      </w:tr>
      <w:tr w:rsidR="007E60D1">
        <w:trPr>
          <w:gridAfter w:val="6"/>
          <w:wAfter w:w="7514" w:type="dxa"/>
          <w:trHeight w:hRule="exact" w:val="81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</w:p>
          <w:p w:rsidR="007E60D1" w:rsidRPr="000D7A4A" w:rsidRDefault="007E60D1" w:rsidP="007951B8">
            <w:pPr>
              <w:jc w:val="center"/>
            </w:pPr>
            <w:r w:rsidRPr="000D7A4A">
              <w:rPr>
                <w:sz w:val="22"/>
                <w:szCs w:val="22"/>
              </w:rPr>
              <w:t>01 1 01 02100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</w:p>
          <w:p w:rsidR="007E60D1" w:rsidRPr="000D7A4A" w:rsidRDefault="007E60D1" w:rsidP="007951B8">
            <w:pPr>
              <w:snapToGrid w:val="0"/>
              <w:jc w:val="center"/>
            </w:pPr>
            <w:r w:rsidRPr="000D7A4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jc w:val="center"/>
            </w:pPr>
            <w:r w:rsidRPr="000D7A4A">
              <w:rPr>
                <w:sz w:val="20"/>
                <w:szCs w:val="20"/>
              </w:rPr>
              <w:t>1191,7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1236,8</w:t>
            </w:r>
          </w:p>
        </w:tc>
      </w:tr>
      <w:tr w:rsidR="007E60D1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0D7A4A" w:rsidRDefault="007E60D1" w:rsidP="007951B8">
            <w:pPr>
              <w:snapToGrid w:val="0"/>
            </w:pPr>
            <w:r w:rsidRPr="000D7A4A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spacing w:line="100" w:lineRule="atLeast"/>
              <w:jc w:val="center"/>
            </w:pPr>
            <w:r w:rsidRPr="000D7A4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0D7A4A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0D7A4A">
              <w:rPr>
                <w:sz w:val="20"/>
                <w:szCs w:val="20"/>
              </w:rPr>
              <w:t>361,5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252,0</w:t>
            </w:r>
          </w:p>
        </w:tc>
      </w:tr>
      <w:tr w:rsidR="007E60D1">
        <w:trPr>
          <w:gridAfter w:val="6"/>
          <w:wAfter w:w="7514" w:type="dxa"/>
          <w:trHeight w:hRule="exact" w:val="56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4D6367" w:rsidRDefault="007E60D1" w:rsidP="007951B8">
            <w:pPr>
              <w:jc w:val="center"/>
              <w:rPr>
                <w:sz w:val="20"/>
                <w:szCs w:val="20"/>
              </w:rPr>
            </w:pPr>
            <w:r w:rsidRPr="004D6367">
              <w:rPr>
                <w:color w:val="000000"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</w:t>
            </w:r>
          </w:p>
        </w:tc>
      </w:tr>
      <w:tr w:rsidR="007E60D1">
        <w:trPr>
          <w:gridAfter w:val="6"/>
          <w:wAfter w:w="7514" w:type="dxa"/>
          <w:trHeight w:hRule="exact" w:val="79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4D6367" w:rsidRDefault="007E60D1" w:rsidP="007951B8">
            <w:pPr>
              <w:jc w:val="center"/>
              <w:rPr>
                <w:sz w:val="20"/>
                <w:szCs w:val="20"/>
              </w:rPr>
            </w:pPr>
            <w:r w:rsidRPr="004D6367">
              <w:rPr>
                <w:color w:val="000000"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</w:t>
            </w:r>
          </w:p>
        </w:tc>
      </w:tr>
      <w:tr w:rsidR="007E60D1">
        <w:trPr>
          <w:gridAfter w:val="6"/>
          <w:wAfter w:w="7514" w:type="dxa"/>
          <w:trHeight w:hRule="exact" w:val="3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4D6367" w:rsidRDefault="007E60D1" w:rsidP="007951B8">
            <w:pPr>
              <w:jc w:val="center"/>
              <w:rPr>
                <w:sz w:val="20"/>
                <w:szCs w:val="20"/>
              </w:rPr>
            </w:pPr>
            <w:r w:rsidRPr="004D6367">
              <w:rPr>
                <w:color w:val="000000"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</w:t>
            </w:r>
          </w:p>
        </w:tc>
      </w:tr>
      <w:tr w:rsidR="007E60D1">
        <w:trPr>
          <w:gridAfter w:val="6"/>
          <w:wAfter w:w="7514" w:type="dxa"/>
          <w:trHeight w:hRule="exact" w:val="7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4D6367" w:rsidRDefault="007E60D1" w:rsidP="007951B8">
            <w:pPr>
              <w:jc w:val="center"/>
              <w:rPr>
                <w:sz w:val="20"/>
                <w:szCs w:val="20"/>
              </w:rPr>
            </w:pPr>
            <w:r w:rsidRPr="004D6367">
              <w:rPr>
                <w:color w:val="000000"/>
                <w:sz w:val="20"/>
                <w:szCs w:val="20"/>
                <w:lang w:eastAsia="ru-RU"/>
              </w:rPr>
              <w:t>342,6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</w:t>
            </w:r>
          </w:p>
        </w:tc>
      </w:tr>
      <w:tr w:rsidR="007E60D1">
        <w:trPr>
          <w:gridAfter w:val="6"/>
          <w:wAfter w:w="7514" w:type="dxa"/>
          <w:trHeight w:hRule="exact" w:val="3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</w:tr>
      <w:tr w:rsidR="007E60D1">
        <w:trPr>
          <w:gridAfter w:val="6"/>
          <w:wAfter w:w="7514" w:type="dxa"/>
          <w:trHeight w:hRule="exact" w:val="3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763C3E"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</w:tr>
      <w:tr w:rsidR="007E60D1">
        <w:trPr>
          <w:gridAfter w:val="6"/>
          <w:wAfter w:w="7514" w:type="dxa"/>
          <w:trHeight w:hRule="exact" w:val="3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763C3E"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</w:tr>
      <w:tr w:rsidR="007E60D1">
        <w:trPr>
          <w:gridAfter w:val="6"/>
          <w:wAfter w:w="7514" w:type="dxa"/>
          <w:trHeight w:hRule="exact" w:val="109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763C3E">
              <w:rPr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92D4C">
              <w:rPr>
                <w:sz w:val="20"/>
                <w:szCs w:val="20"/>
              </w:rPr>
              <w:t>10,0</w:t>
            </w:r>
          </w:p>
        </w:tc>
      </w:tr>
      <w:tr w:rsidR="007E60D1">
        <w:trPr>
          <w:gridAfter w:val="6"/>
          <w:wAfter w:w="7514" w:type="dxa"/>
          <w:trHeight w:hRule="exact" w:val="2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Глава местной администрации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7E60D1">
        <w:trPr>
          <w:gridAfter w:val="6"/>
          <w:wAfter w:w="7514" w:type="dxa"/>
          <w:trHeight w:hRule="exact" w:val="161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widowControl w:val="0"/>
              <w:autoSpaceDE w:val="0"/>
              <w:autoSpaceDN w:val="0"/>
              <w:adjustRightInd w:val="0"/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7E60D1">
        <w:trPr>
          <w:gridAfter w:val="6"/>
          <w:wAfter w:w="7514" w:type="dxa"/>
          <w:trHeight w:hRule="exact" w:val="54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7E60D1">
        <w:trPr>
          <w:gridAfter w:val="6"/>
          <w:wAfter w:w="7514" w:type="dxa"/>
          <w:trHeight w:hRule="exact" w:val="3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  <w:p w:rsidR="007E60D1" w:rsidRPr="005D2A1A" w:rsidRDefault="007E60D1" w:rsidP="007951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7E60D1">
        <w:trPr>
          <w:gridAfter w:val="6"/>
          <w:wAfter w:w="7514" w:type="dxa"/>
          <w:trHeight w:hRule="exact" w:val="9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01 1 01 02300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  <w:p w:rsidR="007E60D1" w:rsidRPr="005D2A1A" w:rsidRDefault="007E60D1" w:rsidP="007951B8">
            <w:pPr>
              <w:jc w:val="center"/>
            </w:pPr>
          </w:p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884,7</w:t>
            </w:r>
          </w:p>
        </w:tc>
      </w:tr>
      <w:tr w:rsidR="007E60D1">
        <w:trPr>
          <w:gridAfter w:val="6"/>
          <w:wAfter w:w="7514" w:type="dxa"/>
          <w:trHeight w:hRule="exact" w:val="7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color w:val="000000"/>
                <w:sz w:val="22"/>
                <w:szCs w:val="22"/>
                <w:lang w:eastAsia="ru-RU"/>
              </w:rPr>
              <w:t>Основное мероприятие «Исполнение государственных полномочий Российской Федерации»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7E60D1">
        <w:trPr>
          <w:trHeight w:hRule="exact" w:val="10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Исполнение отдельных переданных государственных полномочий по 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  <w:tc>
          <w:tcPr>
            <w:tcW w:w="1134" w:type="dxa"/>
          </w:tcPr>
          <w:p w:rsidR="007E60D1" w:rsidRDefault="007E60D1" w:rsidP="007951B8">
            <w:pPr>
              <w:snapToGrid w:val="0"/>
            </w:pPr>
          </w:p>
        </w:tc>
        <w:tc>
          <w:tcPr>
            <w:tcW w:w="1276" w:type="dxa"/>
            <w:vAlign w:val="bottom"/>
          </w:tcPr>
          <w:p w:rsidR="007E60D1" w:rsidRPr="002974F8" w:rsidRDefault="007E60D1" w:rsidP="007951B8">
            <w:pPr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</w:tr>
      <w:tr w:rsidR="007E60D1">
        <w:trPr>
          <w:trHeight w:hRule="exact" w:val="15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D2A1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1134" w:type="dxa"/>
          </w:tcPr>
          <w:p w:rsidR="007E60D1" w:rsidRDefault="007E60D1" w:rsidP="007951B8">
            <w:pPr>
              <w:snapToGrid w:val="0"/>
            </w:pPr>
          </w:p>
        </w:tc>
        <w:tc>
          <w:tcPr>
            <w:tcW w:w="1276" w:type="dxa"/>
            <w:vAlign w:val="bottom"/>
          </w:tcPr>
          <w:p w:rsidR="007E60D1" w:rsidRPr="002974F8" w:rsidRDefault="007E60D1" w:rsidP="007951B8">
            <w:pPr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1276" w:type="dxa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</w:tr>
      <w:tr w:rsidR="007E60D1">
        <w:trPr>
          <w:gridAfter w:val="6"/>
          <w:wAfter w:w="7514" w:type="dxa"/>
          <w:trHeight w:hRule="exact" w:val="60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yellow"/>
              </w:rPr>
            </w:pPr>
            <w:r w:rsidRPr="005D2A1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7E60D1">
        <w:trPr>
          <w:gridAfter w:val="6"/>
          <w:wAfter w:w="7514" w:type="dxa"/>
          <w:trHeight w:hRule="exact" w:val="42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yellow"/>
              </w:rPr>
            </w:pPr>
            <w:r w:rsidRPr="005D2A1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7E60D1">
        <w:trPr>
          <w:gridAfter w:val="6"/>
          <w:wAfter w:w="7514" w:type="dxa"/>
          <w:trHeight w:hRule="exact" w:val="42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</w:t>
            </w:r>
          </w:p>
        </w:tc>
      </w:tr>
      <w:tr w:rsidR="007E60D1">
        <w:trPr>
          <w:gridAfter w:val="6"/>
          <w:wAfter w:w="7514" w:type="dxa"/>
          <w:trHeight w:hRule="exact" w:val="81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7E60D1">
        <w:trPr>
          <w:gridAfter w:val="6"/>
          <w:wAfter w:w="7514" w:type="dxa"/>
          <w:trHeight w:hRule="exact" w:val="88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E60D1" w:rsidRPr="005D2A1A" w:rsidRDefault="007E60D1" w:rsidP="007951B8">
            <w:pPr>
              <w:snapToGrid w:val="0"/>
              <w:spacing w:line="100" w:lineRule="atLeast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7E60D1">
        <w:trPr>
          <w:gridAfter w:val="6"/>
          <w:wAfter w:w="7514" w:type="dxa"/>
          <w:trHeight w:hRule="exact" w:val="41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yellow"/>
              </w:rPr>
            </w:pPr>
            <w:r w:rsidRPr="005D2A1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7E60D1">
        <w:trPr>
          <w:gridAfter w:val="6"/>
          <w:wAfter w:w="7514" w:type="dxa"/>
          <w:trHeight w:hRule="exact" w:val="28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01 1 02 51180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</w:tc>
      </w:tr>
      <w:tr w:rsidR="007E60D1">
        <w:trPr>
          <w:gridAfter w:val="6"/>
          <w:wAfter w:w="7514" w:type="dxa"/>
          <w:trHeight w:hRule="exact" w:val="94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</w:rPr>
              <w:t>Основное мероприятие 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01 1 03 00000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10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</w:rPr>
              <w:t>Обеспечение деятельности добровольной пожарной команды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7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5B5126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8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5B5126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5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5B5126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2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01 1 03 65300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5B5126">
              <w:rPr>
                <w:sz w:val="20"/>
                <w:szCs w:val="20"/>
              </w:rPr>
              <w:t>30,3</w:t>
            </w:r>
          </w:p>
        </w:tc>
      </w:tr>
      <w:tr w:rsidR="007E60D1">
        <w:trPr>
          <w:gridAfter w:val="6"/>
          <w:wAfter w:w="7514" w:type="dxa"/>
          <w:trHeight w:hRule="exact" w:val="52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267A90" w:rsidRDefault="007E60D1" w:rsidP="007951B8">
            <w:pPr>
              <w:rPr>
                <w:rFonts w:ascii="Calibri" w:hAnsi="Calibri" w:cs="Calibri"/>
                <w:color w:val="000000"/>
                <w:lang w:eastAsia="en-US"/>
              </w:rPr>
            </w:pPr>
            <w:r w:rsidRPr="00267A90">
              <w:t>Основное мероприятие «Профилактика правонарушений»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01 1 04 00000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7E60D1">
        <w:trPr>
          <w:gridAfter w:val="6"/>
          <w:wAfter w:w="7514" w:type="dxa"/>
          <w:trHeight w:hRule="exact" w:val="8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rPr>
                <w:lang w:eastAsia="en-US"/>
              </w:rPr>
            </w:pPr>
            <w:r>
              <w:t>Расходы на приобретение печатной продукции по профилактике правонарушений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7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6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7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E5369">
              <w:rPr>
                <w:sz w:val="22"/>
                <w:szCs w:val="22"/>
              </w:rPr>
              <w:t>01 1 04 64010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7E60D1">
        <w:trPr>
          <w:gridAfter w:val="6"/>
          <w:wAfter w:w="7514" w:type="dxa"/>
          <w:trHeight w:hRule="exact" w:val="84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обеспечения </w:t>
            </w:r>
            <w:r w:rsidRPr="00AE0651">
              <w:rPr>
                <w:color w:val="000000"/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7E60D1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AE0651"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7E60D1">
        <w:trPr>
          <w:gridAfter w:val="6"/>
          <w:wAfter w:w="7514" w:type="dxa"/>
          <w:trHeight w:hRule="exact" w:val="57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7E60D1">
        <w:trPr>
          <w:gridAfter w:val="6"/>
          <w:wAfter w:w="7514" w:type="dxa"/>
          <w:trHeight w:hRule="exact" w:val="8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273A63">
              <w:rPr>
                <w:sz w:val="22"/>
                <w:szCs w:val="22"/>
              </w:rPr>
              <w:t>01 1 04 64020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7E60D1">
        <w:trPr>
          <w:gridAfter w:val="6"/>
          <w:wAfter w:w="7514" w:type="dxa"/>
          <w:trHeight w:hRule="exact" w:val="85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Основное мероприятие «Профилактика терроризма и экстремизма на территории Покрово-Арчадинского сельсовета»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Расходы на приобретение печатной продукции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7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6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6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01 1 05 69030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7E60D1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Основное мероприятие «Создание условий для организации досуга и обеспечения жителей поселения услугами организаций культуры»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E0651" w:rsidRDefault="007E60D1" w:rsidP="007951B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83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Расходы на содержание зданий сельских домов культуры и их техническое обслуживание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810331">
            <w:pPr>
              <w:jc w:val="center"/>
            </w:pPr>
            <w:r w:rsidRPr="00181ED0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8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  <w:p w:rsidR="007E60D1" w:rsidRPr="005D2A1A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810331">
            <w:pPr>
              <w:jc w:val="center"/>
            </w:pPr>
            <w:r w:rsidRPr="00181ED0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5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E60D1" w:rsidRPr="005D2A1A" w:rsidRDefault="007E60D1" w:rsidP="007951B8">
            <w:pPr>
              <w:snapToGrid w:val="0"/>
              <w:spacing w:line="100" w:lineRule="atLeast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810331">
            <w:pPr>
              <w:jc w:val="center"/>
            </w:pPr>
            <w:r w:rsidRPr="00181ED0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3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Культура и 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810331">
            <w:pPr>
              <w:jc w:val="center"/>
            </w:pPr>
            <w:r w:rsidRPr="00181ED0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28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01 1 06 05240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810331">
            <w:pPr>
              <w:jc w:val="center"/>
            </w:pPr>
            <w:r w:rsidRPr="00181ED0">
              <w:rPr>
                <w:color w:val="000000"/>
                <w:sz w:val="22"/>
                <w:szCs w:val="22"/>
                <w:lang w:eastAsia="ru-RU"/>
              </w:rPr>
              <w:t>560,4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>
              <w:rPr>
                <w:color w:val="000000"/>
                <w:sz w:val="22"/>
                <w:szCs w:val="22"/>
                <w:lang w:eastAsia="ru-RU"/>
              </w:rPr>
              <w:t>466,0</w:t>
            </w:r>
          </w:p>
        </w:tc>
      </w:tr>
      <w:tr w:rsidR="007E60D1">
        <w:trPr>
          <w:gridAfter w:val="6"/>
          <w:wAfter w:w="7514" w:type="dxa"/>
          <w:trHeight w:hRule="exact" w:val="8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C3BC9" w:rsidRDefault="007E60D1" w:rsidP="007951B8">
            <w:pPr>
              <w:rPr>
                <w:lang w:eastAsia="en-US"/>
              </w:rPr>
            </w:pPr>
            <w:r w:rsidRPr="00AC3BC9">
              <w:rPr>
                <w:sz w:val="22"/>
                <w:szCs w:val="22"/>
              </w:rPr>
              <w:t>Основное мероприятие «Профилактика потребления наркотических средств и психотропных веществ»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01 1 09 00000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55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AC3BC9" w:rsidRDefault="007E60D1" w:rsidP="007951B8">
            <w:pPr>
              <w:rPr>
                <w:lang w:eastAsia="en-US"/>
              </w:rPr>
            </w:pPr>
            <w:r w:rsidRPr="00AC3BC9">
              <w:rPr>
                <w:sz w:val="22"/>
                <w:szCs w:val="22"/>
              </w:rPr>
              <w:t>Расходы на приобретение плакатов по пропаганде здорового образа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85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71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55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71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0F46A1">
              <w:rPr>
                <w:sz w:val="22"/>
                <w:szCs w:val="22"/>
              </w:rPr>
              <w:t>01 1 09 64030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7E60D1">
        <w:trPr>
          <w:gridAfter w:val="6"/>
          <w:wAfter w:w="7514" w:type="dxa"/>
          <w:trHeight w:hRule="exact" w:val="100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  <w:rPr>
                <w:b/>
                <w:bCs/>
                <w:i/>
                <w:iCs/>
              </w:rPr>
            </w:pPr>
            <w:r w:rsidRPr="005B0508">
              <w:rPr>
                <w:b/>
                <w:bCs/>
                <w:i/>
                <w:iCs/>
                <w:sz w:val="22"/>
                <w:szCs w:val="22"/>
              </w:rPr>
              <w:t>Подпрограмма «Развитие и благоустройство территории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5B0508">
              <w:rPr>
                <w:b/>
                <w:bCs/>
                <w:i/>
                <w:iCs/>
                <w:sz w:val="22"/>
                <w:szCs w:val="22"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A92424">
              <w:rPr>
                <w:b/>
                <w:bCs/>
                <w:i/>
                <w:iCs/>
                <w:sz w:val="20"/>
                <w:szCs w:val="20"/>
              </w:rPr>
              <w:t>1644,3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A92424">
              <w:rPr>
                <w:b/>
                <w:bCs/>
                <w:i/>
                <w:iCs/>
                <w:sz w:val="20"/>
                <w:szCs w:val="20"/>
              </w:rPr>
              <w:t>1605,1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A92424">
              <w:rPr>
                <w:b/>
                <w:bCs/>
                <w:i/>
                <w:iCs/>
                <w:sz w:val="20"/>
                <w:szCs w:val="20"/>
              </w:rPr>
              <w:t>1572,0</w:t>
            </w:r>
          </w:p>
        </w:tc>
      </w:tr>
      <w:tr w:rsidR="007E60D1">
        <w:trPr>
          <w:gridAfter w:val="6"/>
          <w:wAfter w:w="7514" w:type="dxa"/>
          <w:trHeight w:hRule="exact" w:val="14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</w:rPr>
              <w:t>Основное мероприятие «Осуществление мероприятий в отношении автомобильных дорог в границах населенных пунктов Покрово-Арчадинского сельсовета и искусственных сооружений на них»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0"/>
                <w:szCs w:val="20"/>
              </w:rPr>
              <w:t>1380,3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0"/>
                <w:szCs w:val="20"/>
              </w:rPr>
              <w:t>1432,9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0"/>
                <w:szCs w:val="20"/>
              </w:rPr>
              <w:t>1529,3</w:t>
            </w:r>
          </w:p>
        </w:tc>
      </w:tr>
      <w:tr w:rsidR="007E60D1">
        <w:trPr>
          <w:gridAfter w:val="6"/>
          <w:wAfter w:w="7514" w:type="dxa"/>
          <w:trHeight w:hRule="exact" w:val="12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Содержание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7E60D1">
        <w:trPr>
          <w:gridAfter w:val="6"/>
          <w:wAfter w:w="7514" w:type="dxa"/>
          <w:trHeight w:hRule="exact" w:val="7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  <w:lang w:eastAsia="ru-RU"/>
              </w:rPr>
              <w:t xml:space="preserve">обеспечения </w:t>
            </w:r>
            <w:r w:rsidRPr="005D2A1A">
              <w:rPr>
                <w:sz w:val="22"/>
                <w:szCs w:val="22"/>
                <w:lang w:eastAsia="ru-RU"/>
              </w:rPr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7E60D1">
        <w:trPr>
          <w:gridAfter w:val="6"/>
          <w:wAfter w:w="7514" w:type="dxa"/>
          <w:trHeight w:hRule="exact" w:val="56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7E60D1">
        <w:trPr>
          <w:gridAfter w:val="6"/>
          <w:wAfter w:w="7514" w:type="dxa"/>
          <w:trHeight w:hRule="exact" w:val="3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7E60D1">
        <w:trPr>
          <w:gridAfter w:val="6"/>
          <w:wAfter w:w="7514" w:type="dxa"/>
          <w:trHeight w:hRule="exact" w:val="4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01 2 01 46010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B73EC8">
              <w:rPr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</w:tr>
      <w:tr w:rsidR="007E60D1">
        <w:trPr>
          <w:gridAfter w:val="6"/>
          <w:wAfter w:w="7514" w:type="dxa"/>
          <w:trHeight w:hRule="exact" w:val="134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  <w:rPr>
                <w:lang w:eastAsia="ru-RU"/>
              </w:rPr>
            </w:pPr>
            <w:r w:rsidRPr="005B0508">
              <w:rPr>
                <w:sz w:val="22"/>
                <w:szCs w:val="22"/>
              </w:rPr>
              <w:t>Капитальный ремонт и ремонт автомобильных дорог и искусственных сооружений на них за счет бюджетных ассигнований дорожного фонда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850,3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902,9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999,3</w:t>
            </w:r>
          </w:p>
        </w:tc>
      </w:tr>
      <w:tr w:rsidR="007E60D1">
        <w:trPr>
          <w:gridAfter w:val="6"/>
          <w:wAfter w:w="7514" w:type="dxa"/>
          <w:trHeight w:hRule="exact" w:val="82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850,3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902,9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999,3</w:t>
            </w:r>
          </w:p>
        </w:tc>
      </w:tr>
      <w:tr w:rsidR="007E60D1">
        <w:trPr>
          <w:gridAfter w:val="6"/>
          <w:wAfter w:w="7514" w:type="dxa"/>
          <w:trHeight w:hRule="exact" w:val="72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850,3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902,9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999,3</w:t>
            </w:r>
          </w:p>
        </w:tc>
      </w:tr>
      <w:tr w:rsidR="007E60D1">
        <w:trPr>
          <w:gridAfter w:val="6"/>
          <w:wAfter w:w="7514" w:type="dxa"/>
          <w:trHeight w:hRule="exact" w:val="28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850,3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902,9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999,3</w:t>
            </w:r>
          </w:p>
        </w:tc>
      </w:tr>
      <w:tr w:rsidR="007E60D1">
        <w:trPr>
          <w:gridAfter w:val="6"/>
          <w:wAfter w:w="7514" w:type="dxa"/>
          <w:trHeight w:hRule="exact" w:val="24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napToGrid w:val="0"/>
            </w:pPr>
            <w:r w:rsidRPr="005B0508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01 2 01 46030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  <w:r w:rsidRPr="005B0508">
              <w:rPr>
                <w:sz w:val="22"/>
                <w:szCs w:val="22"/>
              </w:rPr>
              <w:t>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850,3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902,9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5B0508">
              <w:rPr>
                <w:sz w:val="20"/>
                <w:szCs w:val="20"/>
              </w:rPr>
              <w:t>999,3</w:t>
            </w:r>
          </w:p>
        </w:tc>
      </w:tr>
      <w:tr w:rsidR="007E60D1">
        <w:trPr>
          <w:gridAfter w:val="6"/>
          <w:wAfter w:w="7514" w:type="dxa"/>
          <w:trHeight w:hRule="exact" w:val="40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B0508">
              <w:rPr>
                <w:color w:val="000000"/>
                <w:sz w:val="22"/>
                <w:szCs w:val="22"/>
                <w:lang w:eastAsia="ru-RU"/>
              </w:rPr>
              <w:t>Основное мероприятие «Чистая вода»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01 2 03 00000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56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B0508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B0508">
              <w:t>Ремонт и содержание водопроводных сетей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jc w:val="center"/>
            </w:pPr>
            <w:r w:rsidRPr="005B0508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A92424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A92424"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8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353809">
              <w:rPr>
                <w:sz w:val="22"/>
                <w:szCs w:val="22"/>
              </w:rPr>
              <w:t xml:space="preserve">01 2 03 </w:t>
            </w:r>
            <w:r>
              <w:rPr>
                <w:sz w:val="22"/>
                <w:szCs w:val="22"/>
              </w:rPr>
              <w:t>6</w:t>
            </w:r>
            <w:r w:rsidRPr="00353809">
              <w:rPr>
                <w:sz w:val="22"/>
                <w:szCs w:val="22"/>
              </w:rPr>
              <w:t>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71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B6610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34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B6610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41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B6610">
              <w:rPr>
                <w:sz w:val="22"/>
                <w:szCs w:val="22"/>
              </w:rPr>
              <w:t>01 2 03 69370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5B0508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7E60D1">
        <w:trPr>
          <w:gridAfter w:val="6"/>
          <w:wAfter w:w="7514" w:type="dxa"/>
          <w:trHeight w:hRule="exact" w:val="111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Основное мероприятие «Организация благоустройства территории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DE53E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01 2 04 00000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BE34F0" w:rsidRDefault="007E60D1" w:rsidP="007951B8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  <w:p w:rsidR="007E60D1" w:rsidRDefault="007E60D1" w:rsidP="007951B8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</w:tr>
      <w:tr w:rsidR="007E60D1">
        <w:trPr>
          <w:gridAfter w:val="6"/>
          <w:wAfter w:w="7514" w:type="dxa"/>
          <w:trHeight w:hRule="exact" w:val="34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452FEA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Освещение улиц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DE53E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926D31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7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FB1F43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926D31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8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FB1F43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926D31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FB1F43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926D31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FB1F43">
              <w:rPr>
                <w:sz w:val="22"/>
                <w:szCs w:val="22"/>
              </w:rPr>
              <w:t>01 2 04 69410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926D31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57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B35779">
              <w:rPr>
                <w:color w:val="000000"/>
                <w:sz w:val="22"/>
                <w:szCs w:val="22"/>
                <w:lang w:eastAsia="ru-RU"/>
              </w:rPr>
              <w:t>Совершенствование систем наружного освещения населенных пунктов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2E7B3A" w:rsidRDefault="007E60D1" w:rsidP="007951B8">
            <w:pPr>
              <w:jc w:val="center"/>
              <w:rPr>
                <w:lang w:val="en-US"/>
              </w:rPr>
            </w:pPr>
            <w:r>
              <w:t xml:space="preserve">01 2 04 </w:t>
            </w:r>
            <w:r>
              <w:rPr>
                <w:lang w:val="en-US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1E41AD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83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AD74B2">
              <w:t xml:space="preserve">01 2 04 </w:t>
            </w:r>
            <w:r w:rsidRPr="00AD74B2">
              <w:rPr>
                <w:lang w:val="en-US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1E41AD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8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Иные  закупки товаров, работ 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AD74B2">
              <w:t xml:space="preserve">01 2 04 </w:t>
            </w:r>
            <w:r w:rsidRPr="00AD74B2">
              <w:rPr>
                <w:lang w:val="en-US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1E41AD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AD74B2">
              <w:t xml:space="preserve">01 2 04 </w:t>
            </w:r>
            <w:r w:rsidRPr="00AD74B2">
              <w:rPr>
                <w:lang w:val="en-US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1E41AD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28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Default="007E60D1" w:rsidP="007951B8">
            <w:pPr>
              <w:snapToGrid w:val="0"/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AD74B2">
              <w:t xml:space="preserve">01 2 04 </w:t>
            </w:r>
            <w:r w:rsidRPr="00AD74B2">
              <w:rPr>
                <w:lang w:val="en-US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1E41AD" w:rsidRDefault="007E60D1" w:rsidP="00795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E60D1">
        <w:trPr>
          <w:gridAfter w:val="6"/>
          <w:wAfter w:w="7514" w:type="dxa"/>
          <w:trHeight w:hRule="exact" w:val="105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b/>
                <w:bCs/>
                <w:i/>
                <w:iCs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Подпрограмма «Представление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0C558A" w:rsidRDefault="007E60D1" w:rsidP="007951B8">
            <w:pPr>
              <w:jc w:val="center"/>
              <w:rPr>
                <w:b/>
                <w:bCs/>
              </w:rPr>
            </w:pPr>
            <w:r w:rsidRPr="000C558A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102C2">
              <w:rPr>
                <w:b/>
                <w:bCs/>
                <w:i/>
                <w:iCs/>
                <w:sz w:val="20"/>
                <w:szCs w:val="20"/>
              </w:rPr>
              <w:t>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3102C2">
              <w:rPr>
                <w:b/>
                <w:bCs/>
                <w:i/>
                <w:iCs/>
                <w:sz w:val="20"/>
                <w:szCs w:val="20"/>
              </w:rPr>
              <w:t>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jc w:val="center"/>
              <w:rPr>
                <w:b/>
                <w:bCs/>
                <w:i/>
                <w:iCs/>
              </w:rPr>
            </w:pPr>
            <w:r w:rsidRPr="003102C2">
              <w:rPr>
                <w:b/>
                <w:bCs/>
                <w:i/>
                <w:iCs/>
                <w:sz w:val="20"/>
                <w:szCs w:val="20"/>
              </w:rPr>
              <w:t>693,4</w:t>
            </w:r>
          </w:p>
        </w:tc>
      </w:tr>
      <w:tr w:rsidR="007E60D1">
        <w:trPr>
          <w:gridAfter w:val="6"/>
          <w:wAfter w:w="7514" w:type="dxa"/>
          <w:trHeight w:hRule="exact" w:val="99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Основное мероприятие «Предоставление межбюджетных трансфертов из бюджета Покрово-Арчадинского сельсовета Каменского района Пензенской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3102C2">
              <w:rPr>
                <w:sz w:val="20"/>
                <w:szCs w:val="20"/>
              </w:rPr>
              <w:t>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jc w:val="center"/>
            </w:pPr>
            <w:r w:rsidRPr="003102C2">
              <w:rPr>
                <w:sz w:val="20"/>
                <w:szCs w:val="20"/>
              </w:rPr>
              <w:t>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jc w:val="center"/>
            </w:pPr>
            <w:r w:rsidRPr="003102C2">
              <w:rPr>
                <w:sz w:val="20"/>
                <w:szCs w:val="20"/>
              </w:rPr>
              <w:t>693,4</w:t>
            </w:r>
          </w:p>
        </w:tc>
      </w:tr>
      <w:tr w:rsidR="007E60D1">
        <w:trPr>
          <w:gridAfter w:val="6"/>
          <w:wAfter w:w="7514" w:type="dxa"/>
          <w:trHeight w:hRule="exact" w:val="98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  <w:lang w:eastAsia="ru-RU"/>
              </w:rPr>
              <w:t>Иные межбюджетные трансферты на исполнение полномочий по формированию, исполнению бюджета поселения и контролю за исполнением данного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01 3 01 86010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135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3102C2" w:rsidRDefault="007E60D1" w:rsidP="007951B8">
            <w:r w:rsidRPr="003102C2">
              <w:rPr>
                <w:sz w:val="22"/>
                <w:szCs w:val="22"/>
              </w:rPr>
              <w:t>Иные межбюджетные трансферты на исполнение полномочий поселений по ежемесячной денежной выплате муниципальным служащим, вышедшим на пенсию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jc w:val="center"/>
            </w:pPr>
            <w:r w:rsidRPr="003102C2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3102C2"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3102C2"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3102C2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 w:rsidRPr="003102C2">
              <w:rPr>
                <w:sz w:val="20"/>
                <w:szCs w:val="20"/>
              </w:rPr>
              <w:t>99,9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7E60D1">
        <w:trPr>
          <w:gridAfter w:val="6"/>
          <w:wAfter w:w="7514" w:type="dxa"/>
          <w:trHeight w:hRule="exact" w:val="84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widowControl w:val="0"/>
              <w:autoSpaceDE w:val="0"/>
              <w:autoSpaceDN w:val="0"/>
              <w:adjustRightInd w:val="0"/>
            </w:pPr>
            <w:r w:rsidRPr="005D2A1A">
              <w:rPr>
                <w:sz w:val="22"/>
                <w:szCs w:val="22"/>
              </w:rPr>
              <w:t>Иные межбюджетные трансферты на осуществление части полномочий поселений по оплате труда работников сельских домов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Культура и  кинематография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01 3 01 86030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</w:tr>
      <w:tr w:rsidR="007E60D1">
        <w:trPr>
          <w:gridAfter w:val="6"/>
          <w:wAfter w:w="7514" w:type="dxa"/>
          <w:trHeight w:hRule="exact" w:val="104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внешнего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185B0A">
              <w:rPr>
                <w:sz w:val="22"/>
                <w:szCs w:val="22"/>
              </w:rPr>
              <w:t>01 3 01 86040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  <w:tr w:rsidR="007E60D1">
        <w:trPr>
          <w:gridAfter w:val="6"/>
          <w:wAfter w:w="7514" w:type="dxa"/>
          <w:trHeight w:hRule="exact" w:val="100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>
              <w:rPr>
                <w:color w:val="000000"/>
                <w:sz w:val="22"/>
                <w:szCs w:val="22"/>
                <w:lang w:eastAsia="ru-RU"/>
              </w:rPr>
              <w:t>Иные межбюджетные трансферты на исполнение полномочий по осуществлению внутреннего муниципального финансового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highlight w:val="lightGray"/>
              </w:rPr>
            </w:pPr>
            <w:r w:rsidRPr="005D2A1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E60D1">
        <w:trPr>
          <w:gridAfter w:val="6"/>
          <w:wAfter w:w="7514" w:type="dxa"/>
          <w:trHeight w:hRule="exact" w:val="2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lang w:eastAsia="ru-RU"/>
              </w:rPr>
            </w:pPr>
            <w:r w:rsidRPr="005D2A1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Default="007E60D1" w:rsidP="007951B8">
            <w:pPr>
              <w:jc w:val="center"/>
            </w:pPr>
            <w:r w:rsidRPr="008177B2">
              <w:rPr>
                <w:sz w:val="22"/>
                <w:szCs w:val="22"/>
              </w:rPr>
              <w:t>01 3 01 86050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540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spacing w:after="119"/>
              <w:jc w:val="center"/>
            </w:pPr>
            <w:r w:rsidRPr="005D2A1A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spacing w:after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7E60D1">
        <w:trPr>
          <w:gridAfter w:val="6"/>
          <w:wAfter w:w="7514" w:type="dxa"/>
          <w:trHeight w:hRule="exact" w:val="65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  <w:rPr>
                <w:b/>
                <w:bCs/>
                <w:i/>
                <w:iCs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Иные непрограммные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5D2A1A">
              <w:rPr>
                <w:b/>
                <w:bCs/>
                <w:i/>
                <w:iCs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</w:tr>
      <w:tr w:rsidR="007E60D1">
        <w:trPr>
          <w:gridAfter w:val="6"/>
          <w:wAfter w:w="7514" w:type="dxa"/>
          <w:trHeight w:hRule="exact" w:val="88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Резервный фонд администрации Покрово-Арчадинского сельсовета Каменского района Пензенской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E60D1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E60D1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E60D1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E60D1">
        <w:trPr>
          <w:gridAfter w:val="6"/>
          <w:wAfter w:w="7514" w:type="dxa"/>
          <w:trHeight w:hRule="exact" w:val="39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E60D1" w:rsidRPr="005D2A1A" w:rsidRDefault="007E60D1" w:rsidP="007951B8">
            <w:pPr>
              <w:snapToGrid w:val="0"/>
            </w:pPr>
            <w:r w:rsidRPr="005D2A1A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jc w:val="center"/>
            </w:pPr>
            <w:r w:rsidRPr="005D2A1A">
              <w:rPr>
                <w:sz w:val="22"/>
                <w:szCs w:val="22"/>
              </w:rPr>
              <w:t>99 1 00 20500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870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7E60D1" w:rsidRPr="005D2A1A" w:rsidRDefault="007E60D1" w:rsidP="007951B8">
            <w:pPr>
              <w:snapToGrid w:val="0"/>
              <w:jc w:val="center"/>
            </w:pPr>
            <w:r w:rsidRPr="005D2A1A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E60D1" w:rsidRPr="00D97107" w:rsidRDefault="007E60D1" w:rsidP="007951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7E60D1" w:rsidRDefault="007E60D1" w:rsidP="00CE64F1">
      <w:pPr>
        <w:jc w:val="both"/>
        <w:rPr>
          <w:sz w:val="22"/>
          <w:szCs w:val="22"/>
        </w:rPr>
      </w:pPr>
    </w:p>
    <w:p w:rsidR="007E60D1" w:rsidRPr="00911D17" w:rsidRDefault="007E60D1" w:rsidP="00267A90">
      <w:pPr>
        <w:jc w:val="right"/>
        <w:rPr>
          <w:sz w:val="28"/>
          <w:szCs w:val="28"/>
        </w:rPr>
      </w:pPr>
      <w:r w:rsidRPr="00911D17">
        <w:rPr>
          <w:sz w:val="28"/>
          <w:szCs w:val="28"/>
        </w:rPr>
        <w:t>»;</w:t>
      </w:r>
    </w:p>
    <w:p w:rsidR="007E60D1" w:rsidRDefault="007E60D1" w:rsidP="00267A90">
      <w:pPr>
        <w:jc w:val="right"/>
        <w:rPr>
          <w:sz w:val="20"/>
          <w:szCs w:val="20"/>
        </w:rPr>
      </w:pPr>
    </w:p>
    <w:p w:rsidR="007E60D1" w:rsidRPr="00001BDC" w:rsidRDefault="007E60D1" w:rsidP="00052D81">
      <w:pPr>
        <w:jc w:val="both"/>
      </w:pPr>
    </w:p>
    <w:p w:rsidR="007E60D1" w:rsidRDefault="007E60D1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Настоящее решение опубликовать в информационном бюллетене Покрово-Арчадинского сельсовета Каменского района Пензенской области «Покрово-Арчадинские ведомости».</w:t>
      </w:r>
    </w:p>
    <w:p w:rsidR="007E60D1" w:rsidRDefault="007E60D1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3</w:t>
      </w:r>
      <w:r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7E60D1" w:rsidRDefault="007E60D1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4.</w:t>
      </w:r>
      <w:r>
        <w:rPr>
          <w:sz w:val="28"/>
          <w:szCs w:val="28"/>
        </w:rPr>
        <w:t xml:space="preserve"> Контроль за исполнением настоящего решения возложить на  главу Покрово-Арчадинского сельсовета Каменского района Пензенской области.</w:t>
      </w:r>
    </w:p>
    <w:p w:rsidR="007E60D1" w:rsidRDefault="007E60D1" w:rsidP="00EC060A">
      <w:pPr>
        <w:jc w:val="both"/>
        <w:rPr>
          <w:sz w:val="28"/>
          <w:szCs w:val="28"/>
        </w:rPr>
      </w:pPr>
    </w:p>
    <w:p w:rsidR="007E60D1" w:rsidRDefault="007E60D1" w:rsidP="00EC060A">
      <w:pPr>
        <w:jc w:val="both"/>
        <w:rPr>
          <w:sz w:val="28"/>
          <w:szCs w:val="28"/>
        </w:rPr>
      </w:pPr>
    </w:p>
    <w:p w:rsidR="007E60D1" w:rsidRDefault="007E60D1" w:rsidP="00EC060A">
      <w:pPr>
        <w:jc w:val="both"/>
        <w:rPr>
          <w:sz w:val="28"/>
          <w:szCs w:val="28"/>
        </w:rPr>
      </w:pPr>
    </w:p>
    <w:p w:rsidR="007E60D1" w:rsidRDefault="007E60D1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Покрово-Арчадинского сельсовета  </w:t>
      </w:r>
    </w:p>
    <w:p w:rsidR="007E60D1" w:rsidRDefault="007E60D1" w:rsidP="00EC060A">
      <w:pPr>
        <w:jc w:val="both"/>
        <w:rPr>
          <w:sz w:val="28"/>
          <w:szCs w:val="28"/>
        </w:rPr>
      </w:pPr>
      <w:r>
        <w:rPr>
          <w:sz w:val="28"/>
          <w:szCs w:val="28"/>
        </w:rPr>
        <w:t>Каменского района Пензенской области                                         Т.В.Булгакова</w:t>
      </w:r>
    </w:p>
    <w:p w:rsidR="007E60D1" w:rsidRDefault="007E60D1" w:rsidP="00052D81">
      <w:pPr>
        <w:jc w:val="both"/>
      </w:pPr>
    </w:p>
    <w:sectPr w:rsidR="007E60D1" w:rsidSect="00ED57DB">
      <w:headerReference w:type="default" r:id="rId8"/>
      <w:footnotePr>
        <w:pos w:val="beneathText"/>
      </w:footnotePr>
      <w:pgSz w:w="11905" w:h="16837"/>
      <w:pgMar w:top="851" w:right="851" w:bottom="567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D1" w:rsidRDefault="007E60D1">
      <w:r>
        <w:separator/>
      </w:r>
    </w:p>
  </w:endnote>
  <w:endnote w:type="continuationSeparator" w:id="0">
    <w:p w:rsidR="007E60D1" w:rsidRDefault="007E6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D1" w:rsidRDefault="007E60D1">
      <w:r>
        <w:separator/>
      </w:r>
    </w:p>
  </w:footnote>
  <w:footnote w:type="continuationSeparator" w:id="0">
    <w:p w:rsidR="007E60D1" w:rsidRDefault="007E6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0D1" w:rsidRDefault="007E60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7EA6AEE"/>
    <w:multiLevelType w:val="multilevel"/>
    <w:tmpl w:val="F43E8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E17F1F"/>
    <w:multiLevelType w:val="hybridMultilevel"/>
    <w:tmpl w:val="55DA1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A651EA"/>
    <w:multiLevelType w:val="hybridMultilevel"/>
    <w:tmpl w:val="218693E2"/>
    <w:lvl w:ilvl="0" w:tplc="CF048C42">
      <w:start w:val="1"/>
      <w:numFmt w:val="decimal"/>
      <w:lvlText w:val="%1."/>
      <w:lvlJc w:val="left"/>
      <w:pPr>
        <w:ind w:left="780" w:hanging="4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02F6"/>
    <w:rsid w:val="00001BDC"/>
    <w:rsid w:val="0000289C"/>
    <w:rsid w:val="000045E6"/>
    <w:rsid w:val="00005B6C"/>
    <w:rsid w:val="00007188"/>
    <w:rsid w:val="0001013E"/>
    <w:rsid w:val="000101B6"/>
    <w:rsid w:val="00011BFC"/>
    <w:rsid w:val="00013DE1"/>
    <w:rsid w:val="00015B4F"/>
    <w:rsid w:val="00020151"/>
    <w:rsid w:val="00020AE9"/>
    <w:rsid w:val="0002286D"/>
    <w:rsid w:val="00026CB7"/>
    <w:rsid w:val="00026F65"/>
    <w:rsid w:val="00027956"/>
    <w:rsid w:val="00032C5F"/>
    <w:rsid w:val="00033174"/>
    <w:rsid w:val="00037B58"/>
    <w:rsid w:val="0004003F"/>
    <w:rsid w:val="00041647"/>
    <w:rsid w:val="000419B2"/>
    <w:rsid w:val="000419BB"/>
    <w:rsid w:val="00044FF7"/>
    <w:rsid w:val="00045749"/>
    <w:rsid w:val="00047980"/>
    <w:rsid w:val="00051693"/>
    <w:rsid w:val="00052D81"/>
    <w:rsid w:val="00052F0F"/>
    <w:rsid w:val="00053811"/>
    <w:rsid w:val="00056A7F"/>
    <w:rsid w:val="00057ED1"/>
    <w:rsid w:val="0006375C"/>
    <w:rsid w:val="000645CE"/>
    <w:rsid w:val="00066A14"/>
    <w:rsid w:val="000816E8"/>
    <w:rsid w:val="00082162"/>
    <w:rsid w:val="000822B9"/>
    <w:rsid w:val="00095E7C"/>
    <w:rsid w:val="00096105"/>
    <w:rsid w:val="000A1077"/>
    <w:rsid w:val="000A2145"/>
    <w:rsid w:val="000A4640"/>
    <w:rsid w:val="000A5FCA"/>
    <w:rsid w:val="000B1DDC"/>
    <w:rsid w:val="000B238A"/>
    <w:rsid w:val="000B2892"/>
    <w:rsid w:val="000B46BA"/>
    <w:rsid w:val="000B5130"/>
    <w:rsid w:val="000B5568"/>
    <w:rsid w:val="000B5ADB"/>
    <w:rsid w:val="000B7245"/>
    <w:rsid w:val="000C0C0E"/>
    <w:rsid w:val="000C254A"/>
    <w:rsid w:val="000C2C5F"/>
    <w:rsid w:val="000C360A"/>
    <w:rsid w:val="000C4827"/>
    <w:rsid w:val="000C4855"/>
    <w:rsid w:val="000C558A"/>
    <w:rsid w:val="000C5B6B"/>
    <w:rsid w:val="000C5DFA"/>
    <w:rsid w:val="000D0FA9"/>
    <w:rsid w:val="000D258B"/>
    <w:rsid w:val="000D2D9F"/>
    <w:rsid w:val="000D30E1"/>
    <w:rsid w:val="000D3378"/>
    <w:rsid w:val="000D5FBE"/>
    <w:rsid w:val="000D65B1"/>
    <w:rsid w:val="000D6EA1"/>
    <w:rsid w:val="000D7A4A"/>
    <w:rsid w:val="000E1F98"/>
    <w:rsid w:val="000E2B23"/>
    <w:rsid w:val="000E4598"/>
    <w:rsid w:val="000F06AB"/>
    <w:rsid w:val="000F234A"/>
    <w:rsid w:val="000F24DE"/>
    <w:rsid w:val="000F2A4D"/>
    <w:rsid w:val="000F4395"/>
    <w:rsid w:val="000F46A1"/>
    <w:rsid w:val="000F46FD"/>
    <w:rsid w:val="000F47A7"/>
    <w:rsid w:val="000F4D64"/>
    <w:rsid w:val="000F50FA"/>
    <w:rsid w:val="00104871"/>
    <w:rsid w:val="001052D6"/>
    <w:rsid w:val="00105AC5"/>
    <w:rsid w:val="00105D24"/>
    <w:rsid w:val="00106085"/>
    <w:rsid w:val="00106A39"/>
    <w:rsid w:val="00106A98"/>
    <w:rsid w:val="00110101"/>
    <w:rsid w:val="00112290"/>
    <w:rsid w:val="001136AC"/>
    <w:rsid w:val="00120948"/>
    <w:rsid w:val="00120E3F"/>
    <w:rsid w:val="00125CFB"/>
    <w:rsid w:val="001263D8"/>
    <w:rsid w:val="00130E83"/>
    <w:rsid w:val="001330FF"/>
    <w:rsid w:val="00134E5E"/>
    <w:rsid w:val="001352D3"/>
    <w:rsid w:val="0013790F"/>
    <w:rsid w:val="00140347"/>
    <w:rsid w:val="001405C4"/>
    <w:rsid w:val="001413B9"/>
    <w:rsid w:val="00141618"/>
    <w:rsid w:val="00141BA0"/>
    <w:rsid w:val="00142E39"/>
    <w:rsid w:val="00143C8B"/>
    <w:rsid w:val="0014436F"/>
    <w:rsid w:val="001446CE"/>
    <w:rsid w:val="00147305"/>
    <w:rsid w:val="00151402"/>
    <w:rsid w:val="00154995"/>
    <w:rsid w:val="00155989"/>
    <w:rsid w:val="00155BD7"/>
    <w:rsid w:val="00161A63"/>
    <w:rsid w:val="0016204F"/>
    <w:rsid w:val="00164933"/>
    <w:rsid w:val="00165488"/>
    <w:rsid w:val="00166C7D"/>
    <w:rsid w:val="00170A25"/>
    <w:rsid w:val="00170A29"/>
    <w:rsid w:val="00172986"/>
    <w:rsid w:val="00173C3E"/>
    <w:rsid w:val="0017560A"/>
    <w:rsid w:val="00175C47"/>
    <w:rsid w:val="00181ED0"/>
    <w:rsid w:val="0018277B"/>
    <w:rsid w:val="00182DFE"/>
    <w:rsid w:val="00185B0A"/>
    <w:rsid w:val="00186634"/>
    <w:rsid w:val="001871B1"/>
    <w:rsid w:val="001877D4"/>
    <w:rsid w:val="00191D89"/>
    <w:rsid w:val="00192DF6"/>
    <w:rsid w:val="001A2B0F"/>
    <w:rsid w:val="001A48F8"/>
    <w:rsid w:val="001A71B6"/>
    <w:rsid w:val="001B01AD"/>
    <w:rsid w:val="001B06A3"/>
    <w:rsid w:val="001B11C9"/>
    <w:rsid w:val="001B186B"/>
    <w:rsid w:val="001B2596"/>
    <w:rsid w:val="001B34C9"/>
    <w:rsid w:val="001B40FC"/>
    <w:rsid w:val="001B4F2B"/>
    <w:rsid w:val="001B515F"/>
    <w:rsid w:val="001B52FD"/>
    <w:rsid w:val="001B6610"/>
    <w:rsid w:val="001C0530"/>
    <w:rsid w:val="001C0572"/>
    <w:rsid w:val="001C0B27"/>
    <w:rsid w:val="001C2431"/>
    <w:rsid w:val="001C48B9"/>
    <w:rsid w:val="001C5A8F"/>
    <w:rsid w:val="001C5C4F"/>
    <w:rsid w:val="001C6A5A"/>
    <w:rsid w:val="001C6FC1"/>
    <w:rsid w:val="001D0C4B"/>
    <w:rsid w:val="001D0CBD"/>
    <w:rsid w:val="001D0CBF"/>
    <w:rsid w:val="001D189D"/>
    <w:rsid w:val="001D30DA"/>
    <w:rsid w:val="001D36B0"/>
    <w:rsid w:val="001D43B4"/>
    <w:rsid w:val="001D74BE"/>
    <w:rsid w:val="001E41AD"/>
    <w:rsid w:val="001E563C"/>
    <w:rsid w:val="001F30C7"/>
    <w:rsid w:val="001F4752"/>
    <w:rsid w:val="001F50DA"/>
    <w:rsid w:val="001F6E07"/>
    <w:rsid w:val="001F75CF"/>
    <w:rsid w:val="00201880"/>
    <w:rsid w:val="00202AAE"/>
    <w:rsid w:val="00205B2D"/>
    <w:rsid w:val="00205BA0"/>
    <w:rsid w:val="00205BC3"/>
    <w:rsid w:val="00211089"/>
    <w:rsid w:val="00211EE8"/>
    <w:rsid w:val="00214BE2"/>
    <w:rsid w:val="00217779"/>
    <w:rsid w:val="002211B1"/>
    <w:rsid w:val="00221744"/>
    <w:rsid w:val="002221F7"/>
    <w:rsid w:val="00222AA2"/>
    <w:rsid w:val="0022571F"/>
    <w:rsid w:val="002265AB"/>
    <w:rsid w:val="00232EEA"/>
    <w:rsid w:val="00235FFD"/>
    <w:rsid w:val="00236736"/>
    <w:rsid w:val="00241564"/>
    <w:rsid w:val="00241962"/>
    <w:rsid w:val="00243056"/>
    <w:rsid w:val="002436E8"/>
    <w:rsid w:val="002439F7"/>
    <w:rsid w:val="00247B30"/>
    <w:rsid w:val="00250B60"/>
    <w:rsid w:val="0025105C"/>
    <w:rsid w:val="00251988"/>
    <w:rsid w:val="00252EA3"/>
    <w:rsid w:val="002560A4"/>
    <w:rsid w:val="00256231"/>
    <w:rsid w:val="00260370"/>
    <w:rsid w:val="00260872"/>
    <w:rsid w:val="0026162A"/>
    <w:rsid w:val="00261AD2"/>
    <w:rsid w:val="00261EC1"/>
    <w:rsid w:val="00264974"/>
    <w:rsid w:val="00266E47"/>
    <w:rsid w:val="00267A90"/>
    <w:rsid w:val="002735DB"/>
    <w:rsid w:val="00273A63"/>
    <w:rsid w:val="00275C3C"/>
    <w:rsid w:val="002763DF"/>
    <w:rsid w:val="00276B9E"/>
    <w:rsid w:val="00277E7A"/>
    <w:rsid w:val="00283E34"/>
    <w:rsid w:val="0028518C"/>
    <w:rsid w:val="00286395"/>
    <w:rsid w:val="00287EE7"/>
    <w:rsid w:val="00291359"/>
    <w:rsid w:val="00292D4C"/>
    <w:rsid w:val="0029425A"/>
    <w:rsid w:val="0029471B"/>
    <w:rsid w:val="002954CC"/>
    <w:rsid w:val="002964BF"/>
    <w:rsid w:val="00296C83"/>
    <w:rsid w:val="002974CB"/>
    <w:rsid w:val="002974F8"/>
    <w:rsid w:val="002A5B43"/>
    <w:rsid w:val="002A5F6B"/>
    <w:rsid w:val="002B12B5"/>
    <w:rsid w:val="002B149E"/>
    <w:rsid w:val="002B4312"/>
    <w:rsid w:val="002B5E46"/>
    <w:rsid w:val="002B6481"/>
    <w:rsid w:val="002B6FFE"/>
    <w:rsid w:val="002B70AA"/>
    <w:rsid w:val="002C0716"/>
    <w:rsid w:val="002C227A"/>
    <w:rsid w:val="002C30B7"/>
    <w:rsid w:val="002C39FC"/>
    <w:rsid w:val="002C4AE6"/>
    <w:rsid w:val="002D0D15"/>
    <w:rsid w:val="002D15A4"/>
    <w:rsid w:val="002D2F13"/>
    <w:rsid w:val="002D787A"/>
    <w:rsid w:val="002D7AD4"/>
    <w:rsid w:val="002E0A7E"/>
    <w:rsid w:val="002E1073"/>
    <w:rsid w:val="002E3418"/>
    <w:rsid w:val="002E3A9B"/>
    <w:rsid w:val="002E5369"/>
    <w:rsid w:val="002E5DFD"/>
    <w:rsid w:val="002E5FBB"/>
    <w:rsid w:val="002E75D7"/>
    <w:rsid w:val="002E7B3A"/>
    <w:rsid w:val="002F065C"/>
    <w:rsid w:val="002F09F5"/>
    <w:rsid w:val="002F14CF"/>
    <w:rsid w:val="002F2733"/>
    <w:rsid w:val="002F2BFE"/>
    <w:rsid w:val="002F36CB"/>
    <w:rsid w:val="002F3CAA"/>
    <w:rsid w:val="002F4761"/>
    <w:rsid w:val="002F62FB"/>
    <w:rsid w:val="002F71AF"/>
    <w:rsid w:val="0030028D"/>
    <w:rsid w:val="003013B1"/>
    <w:rsid w:val="00303BD6"/>
    <w:rsid w:val="00303F81"/>
    <w:rsid w:val="003056C8"/>
    <w:rsid w:val="0030685C"/>
    <w:rsid w:val="003102C2"/>
    <w:rsid w:val="0031340D"/>
    <w:rsid w:val="0031633C"/>
    <w:rsid w:val="00316D26"/>
    <w:rsid w:val="0031713D"/>
    <w:rsid w:val="00317542"/>
    <w:rsid w:val="00321861"/>
    <w:rsid w:val="00323842"/>
    <w:rsid w:val="00324A03"/>
    <w:rsid w:val="00325355"/>
    <w:rsid w:val="00326BCD"/>
    <w:rsid w:val="003272F0"/>
    <w:rsid w:val="00327D22"/>
    <w:rsid w:val="00331754"/>
    <w:rsid w:val="003325AA"/>
    <w:rsid w:val="00333C29"/>
    <w:rsid w:val="003343F1"/>
    <w:rsid w:val="00334C99"/>
    <w:rsid w:val="00334DE9"/>
    <w:rsid w:val="003401A9"/>
    <w:rsid w:val="0034084B"/>
    <w:rsid w:val="003424FE"/>
    <w:rsid w:val="003452EA"/>
    <w:rsid w:val="00350179"/>
    <w:rsid w:val="003515B6"/>
    <w:rsid w:val="00352AA1"/>
    <w:rsid w:val="00353809"/>
    <w:rsid w:val="0035544F"/>
    <w:rsid w:val="0035579B"/>
    <w:rsid w:val="00363587"/>
    <w:rsid w:val="00365D43"/>
    <w:rsid w:val="00372382"/>
    <w:rsid w:val="00373187"/>
    <w:rsid w:val="003735B2"/>
    <w:rsid w:val="00373858"/>
    <w:rsid w:val="0037554A"/>
    <w:rsid w:val="003758B0"/>
    <w:rsid w:val="00376C86"/>
    <w:rsid w:val="003805D3"/>
    <w:rsid w:val="0038180E"/>
    <w:rsid w:val="00381C1A"/>
    <w:rsid w:val="00381D84"/>
    <w:rsid w:val="00382BD0"/>
    <w:rsid w:val="003830C9"/>
    <w:rsid w:val="00386402"/>
    <w:rsid w:val="003922FF"/>
    <w:rsid w:val="003978C2"/>
    <w:rsid w:val="003A1D85"/>
    <w:rsid w:val="003A256C"/>
    <w:rsid w:val="003A4D7E"/>
    <w:rsid w:val="003A6560"/>
    <w:rsid w:val="003A748E"/>
    <w:rsid w:val="003B27CD"/>
    <w:rsid w:val="003B4B06"/>
    <w:rsid w:val="003C04AB"/>
    <w:rsid w:val="003C27C5"/>
    <w:rsid w:val="003C2DBC"/>
    <w:rsid w:val="003C4B6B"/>
    <w:rsid w:val="003C5159"/>
    <w:rsid w:val="003C5672"/>
    <w:rsid w:val="003C78EE"/>
    <w:rsid w:val="003D2630"/>
    <w:rsid w:val="003D2EBE"/>
    <w:rsid w:val="003D3417"/>
    <w:rsid w:val="003D3B38"/>
    <w:rsid w:val="003D6C01"/>
    <w:rsid w:val="003D75DD"/>
    <w:rsid w:val="003E3893"/>
    <w:rsid w:val="003E4522"/>
    <w:rsid w:val="003E5314"/>
    <w:rsid w:val="003E56BD"/>
    <w:rsid w:val="003E77D0"/>
    <w:rsid w:val="003F0EE8"/>
    <w:rsid w:val="003F36EB"/>
    <w:rsid w:val="003F3943"/>
    <w:rsid w:val="003F458B"/>
    <w:rsid w:val="003F7C2E"/>
    <w:rsid w:val="00403124"/>
    <w:rsid w:val="004117BE"/>
    <w:rsid w:val="00414146"/>
    <w:rsid w:val="004179D6"/>
    <w:rsid w:val="00417AC6"/>
    <w:rsid w:val="00417E8A"/>
    <w:rsid w:val="00425F0A"/>
    <w:rsid w:val="00426D9C"/>
    <w:rsid w:val="00430149"/>
    <w:rsid w:val="00431333"/>
    <w:rsid w:val="004344EC"/>
    <w:rsid w:val="00434764"/>
    <w:rsid w:val="0043548F"/>
    <w:rsid w:val="0045029E"/>
    <w:rsid w:val="00451643"/>
    <w:rsid w:val="00452E7C"/>
    <w:rsid w:val="00452FEA"/>
    <w:rsid w:val="004535D6"/>
    <w:rsid w:val="00460534"/>
    <w:rsid w:val="00460E96"/>
    <w:rsid w:val="00464B0C"/>
    <w:rsid w:val="00470D70"/>
    <w:rsid w:val="00471AC0"/>
    <w:rsid w:val="0047210C"/>
    <w:rsid w:val="00472E5B"/>
    <w:rsid w:val="00475C16"/>
    <w:rsid w:val="00476334"/>
    <w:rsid w:val="004766B1"/>
    <w:rsid w:val="00481101"/>
    <w:rsid w:val="004812A7"/>
    <w:rsid w:val="00481331"/>
    <w:rsid w:val="00482666"/>
    <w:rsid w:val="00487975"/>
    <w:rsid w:val="00487A2F"/>
    <w:rsid w:val="00491BD0"/>
    <w:rsid w:val="00492EC3"/>
    <w:rsid w:val="00493180"/>
    <w:rsid w:val="004A1A3F"/>
    <w:rsid w:val="004A1BFB"/>
    <w:rsid w:val="004A4847"/>
    <w:rsid w:val="004A48B7"/>
    <w:rsid w:val="004A4C34"/>
    <w:rsid w:val="004A5B77"/>
    <w:rsid w:val="004A6766"/>
    <w:rsid w:val="004A6D49"/>
    <w:rsid w:val="004B0D81"/>
    <w:rsid w:val="004B0E79"/>
    <w:rsid w:val="004B1EFC"/>
    <w:rsid w:val="004B269A"/>
    <w:rsid w:val="004B4570"/>
    <w:rsid w:val="004B54AD"/>
    <w:rsid w:val="004B5962"/>
    <w:rsid w:val="004C145D"/>
    <w:rsid w:val="004C2127"/>
    <w:rsid w:val="004C4E9F"/>
    <w:rsid w:val="004D0EBF"/>
    <w:rsid w:val="004D4AC6"/>
    <w:rsid w:val="004D4F73"/>
    <w:rsid w:val="004D4F8A"/>
    <w:rsid w:val="004D60BA"/>
    <w:rsid w:val="004D6367"/>
    <w:rsid w:val="004D6773"/>
    <w:rsid w:val="004D7DE2"/>
    <w:rsid w:val="004E12F9"/>
    <w:rsid w:val="004E47B8"/>
    <w:rsid w:val="004E66C9"/>
    <w:rsid w:val="004F1DEE"/>
    <w:rsid w:val="004F4347"/>
    <w:rsid w:val="004F48FE"/>
    <w:rsid w:val="004F5544"/>
    <w:rsid w:val="004F5FC0"/>
    <w:rsid w:val="004F6317"/>
    <w:rsid w:val="004F72E6"/>
    <w:rsid w:val="00500719"/>
    <w:rsid w:val="00507AB9"/>
    <w:rsid w:val="00510E69"/>
    <w:rsid w:val="00511595"/>
    <w:rsid w:val="0051242C"/>
    <w:rsid w:val="0051314F"/>
    <w:rsid w:val="00515D30"/>
    <w:rsid w:val="005163A6"/>
    <w:rsid w:val="00520DBF"/>
    <w:rsid w:val="00520DE8"/>
    <w:rsid w:val="005235D5"/>
    <w:rsid w:val="0052508C"/>
    <w:rsid w:val="005258A4"/>
    <w:rsid w:val="005268C5"/>
    <w:rsid w:val="00531787"/>
    <w:rsid w:val="00531C2C"/>
    <w:rsid w:val="00532289"/>
    <w:rsid w:val="00532933"/>
    <w:rsid w:val="005338A3"/>
    <w:rsid w:val="00534AE2"/>
    <w:rsid w:val="00534B63"/>
    <w:rsid w:val="00534BF1"/>
    <w:rsid w:val="00540569"/>
    <w:rsid w:val="00542E14"/>
    <w:rsid w:val="00543277"/>
    <w:rsid w:val="005453F7"/>
    <w:rsid w:val="00550E50"/>
    <w:rsid w:val="00553341"/>
    <w:rsid w:val="00553A0A"/>
    <w:rsid w:val="005551F7"/>
    <w:rsid w:val="005559AF"/>
    <w:rsid w:val="00563C1F"/>
    <w:rsid w:val="00563D8A"/>
    <w:rsid w:val="005659C3"/>
    <w:rsid w:val="00570675"/>
    <w:rsid w:val="00570EE6"/>
    <w:rsid w:val="00572FC1"/>
    <w:rsid w:val="00574C34"/>
    <w:rsid w:val="00576738"/>
    <w:rsid w:val="00577036"/>
    <w:rsid w:val="0058154A"/>
    <w:rsid w:val="00581789"/>
    <w:rsid w:val="00584563"/>
    <w:rsid w:val="005875A3"/>
    <w:rsid w:val="00590972"/>
    <w:rsid w:val="00592894"/>
    <w:rsid w:val="00597745"/>
    <w:rsid w:val="005A401F"/>
    <w:rsid w:val="005A6900"/>
    <w:rsid w:val="005A7091"/>
    <w:rsid w:val="005A746E"/>
    <w:rsid w:val="005A7C3B"/>
    <w:rsid w:val="005A7FCF"/>
    <w:rsid w:val="005B0508"/>
    <w:rsid w:val="005B2428"/>
    <w:rsid w:val="005B3320"/>
    <w:rsid w:val="005B3FEC"/>
    <w:rsid w:val="005B5126"/>
    <w:rsid w:val="005B6443"/>
    <w:rsid w:val="005B6EB5"/>
    <w:rsid w:val="005B7E17"/>
    <w:rsid w:val="005C15EB"/>
    <w:rsid w:val="005C1D59"/>
    <w:rsid w:val="005C31C6"/>
    <w:rsid w:val="005C3C60"/>
    <w:rsid w:val="005C4989"/>
    <w:rsid w:val="005C4A07"/>
    <w:rsid w:val="005C4BE9"/>
    <w:rsid w:val="005C6A9B"/>
    <w:rsid w:val="005D0150"/>
    <w:rsid w:val="005D15F6"/>
    <w:rsid w:val="005D2A1A"/>
    <w:rsid w:val="005D36B0"/>
    <w:rsid w:val="005D58A9"/>
    <w:rsid w:val="005D58E5"/>
    <w:rsid w:val="005D59ED"/>
    <w:rsid w:val="005E1931"/>
    <w:rsid w:val="005E2F19"/>
    <w:rsid w:val="005E5B43"/>
    <w:rsid w:val="005E650B"/>
    <w:rsid w:val="005E7BE2"/>
    <w:rsid w:val="005F0CC7"/>
    <w:rsid w:val="005F0FC4"/>
    <w:rsid w:val="005F2E98"/>
    <w:rsid w:val="005F38A5"/>
    <w:rsid w:val="005F68EC"/>
    <w:rsid w:val="005F6E0C"/>
    <w:rsid w:val="006014CB"/>
    <w:rsid w:val="00604351"/>
    <w:rsid w:val="00605AA5"/>
    <w:rsid w:val="0060675F"/>
    <w:rsid w:val="006067E5"/>
    <w:rsid w:val="00610150"/>
    <w:rsid w:val="00610447"/>
    <w:rsid w:val="0061148F"/>
    <w:rsid w:val="00613695"/>
    <w:rsid w:val="00614E47"/>
    <w:rsid w:val="00626584"/>
    <w:rsid w:val="0062765E"/>
    <w:rsid w:val="006277AF"/>
    <w:rsid w:val="00630025"/>
    <w:rsid w:val="006314AC"/>
    <w:rsid w:val="006334A4"/>
    <w:rsid w:val="00634638"/>
    <w:rsid w:val="00636E25"/>
    <w:rsid w:val="0064019D"/>
    <w:rsid w:val="0064411B"/>
    <w:rsid w:val="00650B16"/>
    <w:rsid w:val="00653ECB"/>
    <w:rsid w:val="00653FCB"/>
    <w:rsid w:val="00655B15"/>
    <w:rsid w:val="00655D2C"/>
    <w:rsid w:val="00656CD0"/>
    <w:rsid w:val="00657A60"/>
    <w:rsid w:val="00660747"/>
    <w:rsid w:val="00660C54"/>
    <w:rsid w:val="006616FC"/>
    <w:rsid w:val="006621BF"/>
    <w:rsid w:val="00662D1E"/>
    <w:rsid w:val="00662E0B"/>
    <w:rsid w:val="0066443D"/>
    <w:rsid w:val="00667B6D"/>
    <w:rsid w:val="00671054"/>
    <w:rsid w:val="00674BC2"/>
    <w:rsid w:val="00675F76"/>
    <w:rsid w:val="006775BE"/>
    <w:rsid w:val="006803AA"/>
    <w:rsid w:val="00685AF8"/>
    <w:rsid w:val="00687216"/>
    <w:rsid w:val="00693AF6"/>
    <w:rsid w:val="006956F2"/>
    <w:rsid w:val="00696988"/>
    <w:rsid w:val="006A1524"/>
    <w:rsid w:val="006A1B07"/>
    <w:rsid w:val="006A2307"/>
    <w:rsid w:val="006A2584"/>
    <w:rsid w:val="006A4B15"/>
    <w:rsid w:val="006A535C"/>
    <w:rsid w:val="006A78F8"/>
    <w:rsid w:val="006A7D08"/>
    <w:rsid w:val="006A7DBC"/>
    <w:rsid w:val="006B0A00"/>
    <w:rsid w:val="006B1A16"/>
    <w:rsid w:val="006B22A8"/>
    <w:rsid w:val="006B2D4C"/>
    <w:rsid w:val="006B2F22"/>
    <w:rsid w:val="006B36BE"/>
    <w:rsid w:val="006B4F40"/>
    <w:rsid w:val="006B6ACD"/>
    <w:rsid w:val="006B7E48"/>
    <w:rsid w:val="006C1569"/>
    <w:rsid w:val="006C3797"/>
    <w:rsid w:val="006C58C6"/>
    <w:rsid w:val="006C6D6F"/>
    <w:rsid w:val="006D0065"/>
    <w:rsid w:val="006D163E"/>
    <w:rsid w:val="006D16FF"/>
    <w:rsid w:val="006D2068"/>
    <w:rsid w:val="006D386E"/>
    <w:rsid w:val="006D4143"/>
    <w:rsid w:val="006D5560"/>
    <w:rsid w:val="006D7230"/>
    <w:rsid w:val="006E0055"/>
    <w:rsid w:val="006E13D2"/>
    <w:rsid w:val="006E534A"/>
    <w:rsid w:val="006E5B2E"/>
    <w:rsid w:val="006E663C"/>
    <w:rsid w:val="006E7F89"/>
    <w:rsid w:val="006F3002"/>
    <w:rsid w:val="006F40D6"/>
    <w:rsid w:val="006F45D4"/>
    <w:rsid w:val="006F5DD5"/>
    <w:rsid w:val="006F6D49"/>
    <w:rsid w:val="00702D43"/>
    <w:rsid w:val="0070409C"/>
    <w:rsid w:val="00704587"/>
    <w:rsid w:val="0070473B"/>
    <w:rsid w:val="00705682"/>
    <w:rsid w:val="007069D1"/>
    <w:rsid w:val="0070778F"/>
    <w:rsid w:val="00715F15"/>
    <w:rsid w:val="00715F38"/>
    <w:rsid w:val="00716683"/>
    <w:rsid w:val="007204D5"/>
    <w:rsid w:val="007205E6"/>
    <w:rsid w:val="00721600"/>
    <w:rsid w:val="00722341"/>
    <w:rsid w:val="00724408"/>
    <w:rsid w:val="0072448A"/>
    <w:rsid w:val="00734F35"/>
    <w:rsid w:val="00735A41"/>
    <w:rsid w:val="007371CD"/>
    <w:rsid w:val="00744E27"/>
    <w:rsid w:val="007463B7"/>
    <w:rsid w:val="00747FC4"/>
    <w:rsid w:val="00750115"/>
    <w:rsid w:val="007505E4"/>
    <w:rsid w:val="007524BF"/>
    <w:rsid w:val="007524D0"/>
    <w:rsid w:val="007524FB"/>
    <w:rsid w:val="007536CA"/>
    <w:rsid w:val="00757D78"/>
    <w:rsid w:val="00761407"/>
    <w:rsid w:val="00761A08"/>
    <w:rsid w:val="00762F1B"/>
    <w:rsid w:val="00763C3E"/>
    <w:rsid w:val="00770B66"/>
    <w:rsid w:val="00770C6E"/>
    <w:rsid w:val="00771F96"/>
    <w:rsid w:val="007849B0"/>
    <w:rsid w:val="007863B9"/>
    <w:rsid w:val="007871AC"/>
    <w:rsid w:val="0079095B"/>
    <w:rsid w:val="007936DE"/>
    <w:rsid w:val="007951B8"/>
    <w:rsid w:val="00795BD7"/>
    <w:rsid w:val="00795CC9"/>
    <w:rsid w:val="00796446"/>
    <w:rsid w:val="007A2F4A"/>
    <w:rsid w:val="007A3440"/>
    <w:rsid w:val="007A639E"/>
    <w:rsid w:val="007A64FB"/>
    <w:rsid w:val="007A66EC"/>
    <w:rsid w:val="007B79CD"/>
    <w:rsid w:val="007C0C31"/>
    <w:rsid w:val="007C7540"/>
    <w:rsid w:val="007D161D"/>
    <w:rsid w:val="007D1F9D"/>
    <w:rsid w:val="007D41D5"/>
    <w:rsid w:val="007E0D71"/>
    <w:rsid w:val="007E24C1"/>
    <w:rsid w:val="007E4DA9"/>
    <w:rsid w:val="007E60D1"/>
    <w:rsid w:val="007E6961"/>
    <w:rsid w:val="007E7D7F"/>
    <w:rsid w:val="007E7E67"/>
    <w:rsid w:val="007F02B2"/>
    <w:rsid w:val="007F0F59"/>
    <w:rsid w:val="007F1872"/>
    <w:rsid w:val="007F517B"/>
    <w:rsid w:val="007F5E47"/>
    <w:rsid w:val="007F622F"/>
    <w:rsid w:val="00802965"/>
    <w:rsid w:val="0080314D"/>
    <w:rsid w:val="00806B08"/>
    <w:rsid w:val="00810331"/>
    <w:rsid w:val="008111D9"/>
    <w:rsid w:val="008119C9"/>
    <w:rsid w:val="008155BF"/>
    <w:rsid w:val="008157AB"/>
    <w:rsid w:val="00816DF4"/>
    <w:rsid w:val="00817373"/>
    <w:rsid w:val="008177B2"/>
    <w:rsid w:val="008205CA"/>
    <w:rsid w:val="00820DFA"/>
    <w:rsid w:val="00823CB3"/>
    <w:rsid w:val="008241DE"/>
    <w:rsid w:val="008258A7"/>
    <w:rsid w:val="00830C92"/>
    <w:rsid w:val="00832225"/>
    <w:rsid w:val="00832783"/>
    <w:rsid w:val="00832945"/>
    <w:rsid w:val="00834A43"/>
    <w:rsid w:val="00835717"/>
    <w:rsid w:val="00836E66"/>
    <w:rsid w:val="008421B3"/>
    <w:rsid w:val="008426A9"/>
    <w:rsid w:val="008435E7"/>
    <w:rsid w:val="0084672D"/>
    <w:rsid w:val="00850AEC"/>
    <w:rsid w:val="008516D8"/>
    <w:rsid w:val="008529E7"/>
    <w:rsid w:val="008530DF"/>
    <w:rsid w:val="0085330E"/>
    <w:rsid w:val="00854E44"/>
    <w:rsid w:val="00857D76"/>
    <w:rsid w:val="0086224E"/>
    <w:rsid w:val="00863B88"/>
    <w:rsid w:val="00864D2F"/>
    <w:rsid w:val="00864FC5"/>
    <w:rsid w:val="00865ECA"/>
    <w:rsid w:val="00866E83"/>
    <w:rsid w:val="00870FE6"/>
    <w:rsid w:val="008712A2"/>
    <w:rsid w:val="00871FC6"/>
    <w:rsid w:val="008727E9"/>
    <w:rsid w:val="00872969"/>
    <w:rsid w:val="00872E10"/>
    <w:rsid w:val="008760CA"/>
    <w:rsid w:val="00880095"/>
    <w:rsid w:val="00882C50"/>
    <w:rsid w:val="00882F9B"/>
    <w:rsid w:val="00890561"/>
    <w:rsid w:val="0089114E"/>
    <w:rsid w:val="008928CF"/>
    <w:rsid w:val="00893559"/>
    <w:rsid w:val="00893B5D"/>
    <w:rsid w:val="008A2981"/>
    <w:rsid w:val="008A3367"/>
    <w:rsid w:val="008A3C21"/>
    <w:rsid w:val="008A4280"/>
    <w:rsid w:val="008B1101"/>
    <w:rsid w:val="008B17AA"/>
    <w:rsid w:val="008B2901"/>
    <w:rsid w:val="008B3155"/>
    <w:rsid w:val="008B3D7E"/>
    <w:rsid w:val="008B58CC"/>
    <w:rsid w:val="008B7E0C"/>
    <w:rsid w:val="008B7F72"/>
    <w:rsid w:val="008C2472"/>
    <w:rsid w:val="008C3BE3"/>
    <w:rsid w:val="008C439E"/>
    <w:rsid w:val="008C467E"/>
    <w:rsid w:val="008C676B"/>
    <w:rsid w:val="008D015B"/>
    <w:rsid w:val="008D0FFF"/>
    <w:rsid w:val="008D4D85"/>
    <w:rsid w:val="008D5098"/>
    <w:rsid w:val="008E03FE"/>
    <w:rsid w:val="008E24A2"/>
    <w:rsid w:val="008E4AC8"/>
    <w:rsid w:val="008E4C61"/>
    <w:rsid w:val="008E65A9"/>
    <w:rsid w:val="008E7BB0"/>
    <w:rsid w:val="008E7FC0"/>
    <w:rsid w:val="008F167B"/>
    <w:rsid w:val="008F6B52"/>
    <w:rsid w:val="008F70D1"/>
    <w:rsid w:val="008F7DC2"/>
    <w:rsid w:val="00900E45"/>
    <w:rsid w:val="00902061"/>
    <w:rsid w:val="0090778F"/>
    <w:rsid w:val="00911D17"/>
    <w:rsid w:val="009120BA"/>
    <w:rsid w:val="00912746"/>
    <w:rsid w:val="00913E94"/>
    <w:rsid w:val="00914283"/>
    <w:rsid w:val="009143E8"/>
    <w:rsid w:val="009150DC"/>
    <w:rsid w:val="009160C9"/>
    <w:rsid w:val="00916147"/>
    <w:rsid w:val="00916E4B"/>
    <w:rsid w:val="00917CF2"/>
    <w:rsid w:val="0092284D"/>
    <w:rsid w:val="00923E71"/>
    <w:rsid w:val="00926D31"/>
    <w:rsid w:val="009276DE"/>
    <w:rsid w:val="00927AED"/>
    <w:rsid w:val="00927F13"/>
    <w:rsid w:val="00930337"/>
    <w:rsid w:val="00931299"/>
    <w:rsid w:val="00933089"/>
    <w:rsid w:val="009339E1"/>
    <w:rsid w:val="00936D95"/>
    <w:rsid w:val="0094074B"/>
    <w:rsid w:val="00942983"/>
    <w:rsid w:val="00943420"/>
    <w:rsid w:val="009435B5"/>
    <w:rsid w:val="00943682"/>
    <w:rsid w:val="00943FF8"/>
    <w:rsid w:val="0094694D"/>
    <w:rsid w:val="00946B3F"/>
    <w:rsid w:val="00947125"/>
    <w:rsid w:val="009478AA"/>
    <w:rsid w:val="00947B8A"/>
    <w:rsid w:val="00950969"/>
    <w:rsid w:val="009517E4"/>
    <w:rsid w:val="009531E9"/>
    <w:rsid w:val="00955333"/>
    <w:rsid w:val="00955CB2"/>
    <w:rsid w:val="00956879"/>
    <w:rsid w:val="009619A9"/>
    <w:rsid w:val="00962416"/>
    <w:rsid w:val="009677C7"/>
    <w:rsid w:val="009715BA"/>
    <w:rsid w:val="00972F5B"/>
    <w:rsid w:val="00973615"/>
    <w:rsid w:val="009754A5"/>
    <w:rsid w:val="00975BA4"/>
    <w:rsid w:val="00982568"/>
    <w:rsid w:val="00982680"/>
    <w:rsid w:val="00982808"/>
    <w:rsid w:val="0098603E"/>
    <w:rsid w:val="00991D16"/>
    <w:rsid w:val="009925BE"/>
    <w:rsid w:val="00993C98"/>
    <w:rsid w:val="00995BAF"/>
    <w:rsid w:val="0099669B"/>
    <w:rsid w:val="009A1A7C"/>
    <w:rsid w:val="009A1EAB"/>
    <w:rsid w:val="009B08F8"/>
    <w:rsid w:val="009B1ED8"/>
    <w:rsid w:val="009B3A5A"/>
    <w:rsid w:val="009B46CF"/>
    <w:rsid w:val="009B5E70"/>
    <w:rsid w:val="009B68C0"/>
    <w:rsid w:val="009C0C0E"/>
    <w:rsid w:val="009C39D0"/>
    <w:rsid w:val="009C3D2F"/>
    <w:rsid w:val="009C5FBB"/>
    <w:rsid w:val="009C65B7"/>
    <w:rsid w:val="009D0FD0"/>
    <w:rsid w:val="009D26FB"/>
    <w:rsid w:val="009D2742"/>
    <w:rsid w:val="009D3763"/>
    <w:rsid w:val="009D3F93"/>
    <w:rsid w:val="009D4A7B"/>
    <w:rsid w:val="009D7C86"/>
    <w:rsid w:val="009E16A2"/>
    <w:rsid w:val="009E34D2"/>
    <w:rsid w:val="009E4250"/>
    <w:rsid w:val="009E766A"/>
    <w:rsid w:val="009F1415"/>
    <w:rsid w:val="009F19B7"/>
    <w:rsid w:val="009F2920"/>
    <w:rsid w:val="009F3178"/>
    <w:rsid w:val="009F36AA"/>
    <w:rsid w:val="009F3AD9"/>
    <w:rsid w:val="009F6689"/>
    <w:rsid w:val="00A01AD8"/>
    <w:rsid w:val="00A04985"/>
    <w:rsid w:val="00A049D7"/>
    <w:rsid w:val="00A050CE"/>
    <w:rsid w:val="00A06AE0"/>
    <w:rsid w:val="00A10113"/>
    <w:rsid w:val="00A1226A"/>
    <w:rsid w:val="00A13F9D"/>
    <w:rsid w:val="00A21D61"/>
    <w:rsid w:val="00A230A2"/>
    <w:rsid w:val="00A237C2"/>
    <w:rsid w:val="00A25BDA"/>
    <w:rsid w:val="00A27276"/>
    <w:rsid w:val="00A3512A"/>
    <w:rsid w:val="00A35EC4"/>
    <w:rsid w:val="00A4093F"/>
    <w:rsid w:val="00A41329"/>
    <w:rsid w:val="00A43D36"/>
    <w:rsid w:val="00A451D5"/>
    <w:rsid w:val="00A45EE1"/>
    <w:rsid w:val="00A5019B"/>
    <w:rsid w:val="00A50ED8"/>
    <w:rsid w:val="00A51149"/>
    <w:rsid w:val="00A51CFE"/>
    <w:rsid w:val="00A52055"/>
    <w:rsid w:val="00A52CD6"/>
    <w:rsid w:val="00A537A0"/>
    <w:rsid w:val="00A55524"/>
    <w:rsid w:val="00A564A0"/>
    <w:rsid w:val="00A5666F"/>
    <w:rsid w:val="00A63AA0"/>
    <w:rsid w:val="00A64031"/>
    <w:rsid w:val="00A678DE"/>
    <w:rsid w:val="00A72D76"/>
    <w:rsid w:val="00A748B0"/>
    <w:rsid w:val="00A754E0"/>
    <w:rsid w:val="00A75CBA"/>
    <w:rsid w:val="00A75D9F"/>
    <w:rsid w:val="00A823F1"/>
    <w:rsid w:val="00A8253D"/>
    <w:rsid w:val="00A83BAB"/>
    <w:rsid w:val="00A92424"/>
    <w:rsid w:val="00A95197"/>
    <w:rsid w:val="00A95B22"/>
    <w:rsid w:val="00A95C7D"/>
    <w:rsid w:val="00A976C5"/>
    <w:rsid w:val="00AA2ED8"/>
    <w:rsid w:val="00AA472F"/>
    <w:rsid w:val="00AA4C05"/>
    <w:rsid w:val="00AA5996"/>
    <w:rsid w:val="00AB272E"/>
    <w:rsid w:val="00AB49B1"/>
    <w:rsid w:val="00AB4A17"/>
    <w:rsid w:val="00AC1625"/>
    <w:rsid w:val="00AC27EA"/>
    <w:rsid w:val="00AC3BC9"/>
    <w:rsid w:val="00AC6C82"/>
    <w:rsid w:val="00AD03BD"/>
    <w:rsid w:val="00AD2858"/>
    <w:rsid w:val="00AD74B2"/>
    <w:rsid w:val="00AE028C"/>
    <w:rsid w:val="00AE0651"/>
    <w:rsid w:val="00AE06C0"/>
    <w:rsid w:val="00AE0C52"/>
    <w:rsid w:val="00AE30D9"/>
    <w:rsid w:val="00AE38F1"/>
    <w:rsid w:val="00AE6323"/>
    <w:rsid w:val="00AE6678"/>
    <w:rsid w:val="00AF01F6"/>
    <w:rsid w:val="00AF1B4B"/>
    <w:rsid w:val="00AF4F0A"/>
    <w:rsid w:val="00AF5B57"/>
    <w:rsid w:val="00AF5F75"/>
    <w:rsid w:val="00B00EBD"/>
    <w:rsid w:val="00B010FA"/>
    <w:rsid w:val="00B018E3"/>
    <w:rsid w:val="00B01A69"/>
    <w:rsid w:val="00B0531C"/>
    <w:rsid w:val="00B05336"/>
    <w:rsid w:val="00B064E1"/>
    <w:rsid w:val="00B174CB"/>
    <w:rsid w:val="00B2281D"/>
    <w:rsid w:val="00B22BA5"/>
    <w:rsid w:val="00B236FE"/>
    <w:rsid w:val="00B24851"/>
    <w:rsid w:val="00B255DD"/>
    <w:rsid w:val="00B258DC"/>
    <w:rsid w:val="00B31641"/>
    <w:rsid w:val="00B32C63"/>
    <w:rsid w:val="00B33111"/>
    <w:rsid w:val="00B33C99"/>
    <w:rsid w:val="00B341A5"/>
    <w:rsid w:val="00B35779"/>
    <w:rsid w:val="00B3646F"/>
    <w:rsid w:val="00B40D81"/>
    <w:rsid w:val="00B44D63"/>
    <w:rsid w:val="00B50D8F"/>
    <w:rsid w:val="00B5167E"/>
    <w:rsid w:val="00B52599"/>
    <w:rsid w:val="00B53CC7"/>
    <w:rsid w:val="00B54985"/>
    <w:rsid w:val="00B5732D"/>
    <w:rsid w:val="00B63026"/>
    <w:rsid w:val="00B63BC8"/>
    <w:rsid w:val="00B72EB2"/>
    <w:rsid w:val="00B73EC8"/>
    <w:rsid w:val="00B80D92"/>
    <w:rsid w:val="00B81AE8"/>
    <w:rsid w:val="00B940E3"/>
    <w:rsid w:val="00B94B74"/>
    <w:rsid w:val="00B95A49"/>
    <w:rsid w:val="00B973B7"/>
    <w:rsid w:val="00B97D0B"/>
    <w:rsid w:val="00BA1EA9"/>
    <w:rsid w:val="00BA3990"/>
    <w:rsid w:val="00BA69CB"/>
    <w:rsid w:val="00BA736D"/>
    <w:rsid w:val="00BB0260"/>
    <w:rsid w:val="00BB0AE3"/>
    <w:rsid w:val="00BB290A"/>
    <w:rsid w:val="00BB2CAA"/>
    <w:rsid w:val="00BB4645"/>
    <w:rsid w:val="00BB5545"/>
    <w:rsid w:val="00BB6510"/>
    <w:rsid w:val="00BB6B11"/>
    <w:rsid w:val="00BB7201"/>
    <w:rsid w:val="00BC12B1"/>
    <w:rsid w:val="00BC1FE1"/>
    <w:rsid w:val="00BC2791"/>
    <w:rsid w:val="00BC471D"/>
    <w:rsid w:val="00BC49E7"/>
    <w:rsid w:val="00BC4E5F"/>
    <w:rsid w:val="00BD0210"/>
    <w:rsid w:val="00BD10B7"/>
    <w:rsid w:val="00BD2A18"/>
    <w:rsid w:val="00BD3CB1"/>
    <w:rsid w:val="00BD4524"/>
    <w:rsid w:val="00BD4887"/>
    <w:rsid w:val="00BD50B6"/>
    <w:rsid w:val="00BD5484"/>
    <w:rsid w:val="00BE1EC4"/>
    <w:rsid w:val="00BE248C"/>
    <w:rsid w:val="00BE34F0"/>
    <w:rsid w:val="00BE6B72"/>
    <w:rsid w:val="00BE7AF9"/>
    <w:rsid w:val="00BE7DB3"/>
    <w:rsid w:val="00BF1436"/>
    <w:rsid w:val="00BF2485"/>
    <w:rsid w:val="00BF29AB"/>
    <w:rsid w:val="00BF38CC"/>
    <w:rsid w:val="00C00743"/>
    <w:rsid w:val="00C00A49"/>
    <w:rsid w:val="00C01205"/>
    <w:rsid w:val="00C02B65"/>
    <w:rsid w:val="00C03E07"/>
    <w:rsid w:val="00C03EF6"/>
    <w:rsid w:val="00C0422A"/>
    <w:rsid w:val="00C06155"/>
    <w:rsid w:val="00C072E3"/>
    <w:rsid w:val="00C10169"/>
    <w:rsid w:val="00C10D1D"/>
    <w:rsid w:val="00C11E12"/>
    <w:rsid w:val="00C13DD8"/>
    <w:rsid w:val="00C14AB6"/>
    <w:rsid w:val="00C15195"/>
    <w:rsid w:val="00C24093"/>
    <w:rsid w:val="00C25ED0"/>
    <w:rsid w:val="00C25F54"/>
    <w:rsid w:val="00C30426"/>
    <w:rsid w:val="00C3107F"/>
    <w:rsid w:val="00C32855"/>
    <w:rsid w:val="00C337B6"/>
    <w:rsid w:val="00C442A2"/>
    <w:rsid w:val="00C4580F"/>
    <w:rsid w:val="00C4590D"/>
    <w:rsid w:val="00C46138"/>
    <w:rsid w:val="00C519C1"/>
    <w:rsid w:val="00C54F99"/>
    <w:rsid w:val="00C61092"/>
    <w:rsid w:val="00C614CE"/>
    <w:rsid w:val="00C614D0"/>
    <w:rsid w:val="00C62B3A"/>
    <w:rsid w:val="00C640E3"/>
    <w:rsid w:val="00C64675"/>
    <w:rsid w:val="00C6646E"/>
    <w:rsid w:val="00C70803"/>
    <w:rsid w:val="00C7353D"/>
    <w:rsid w:val="00C76B14"/>
    <w:rsid w:val="00C76DE8"/>
    <w:rsid w:val="00C80E55"/>
    <w:rsid w:val="00C81E16"/>
    <w:rsid w:val="00C842E8"/>
    <w:rsid w:val="00C849A2"/>
    <w:rsid w:val="00C853F2"/>
    <w:rsid w:val="00C86F47"/>
    <w:rsid w:val="00C903BA"/>
    <w:rsid w:val="00C90417"/>
    <w:rsid w:val="00C922CF"/>
    <w:rsid w:val="00C927BE"/>
    <w:rsid w:val="00C93B62"/>
    <w:rsid w:val="00C96329"/>
    <w:rsid w:val="00C97FC5"/>
    <w:rsid w:val="00CA0D14"/>
    <w:rsid w:val="00CA21BE"/>
    <w:rsid w:val="00CA4CF5"/>
    <w:rsid w:val="00CA5219"/>
    <w:rsid w:val="00CA524C"/>
    <w:rsid w:val="00CA6F69"/>
    <w:rsid w:val="00CA7D12"/>
    <w:rsid w:val="00CA7ED7"/>
    <w:rsid w:val="00CB0857"/>
    <w:rsid w:val="00CB0DA3"/>
    <w:rsid w:val="00CB0E7A"/>
    <w:rsid w:val="00CB3799"/>
    <w:rsid w:val="00CC54E6"/>
    <w:rsid w:val="00CD178C"/>
    <w:rsid w:val="00CD1C78"/>
    <w:rsid w:val="00CD3A63"/>
    <w:rsid w:val="00CD4718"/>
    <w:rsid w:val="00CD5D3B"/>
    <w:rsid w:val="00CD71CF"/>
    <w:rsid w:val="00CE24D6"/>
    <w:rsid w:val="00CE45FF"/>
    <w:rsid w:val="00CE4A02"/>
    <w:rsid w:val="00CE4C7A"/>
    <w:rsid w:val="00CE547A"/>
    <w:rsid w:val="00CE5DED"/>
    <w:rsid w:val="00CE64F1"/>
    <w:rsid w:val="00CE6C0C"/>
    <w:rsid w:val="00CF012C"/>
    <w:rsid w:val="00CF0CE4"/>
    <w:rsid w:val="00CF17CE"/>
    <w:rsid w:val="00CF1A0B"/>
    <w:rsid w:val="00CF2186"/>
    <w:rsid w:val="00CF239F"/>
    <w:rsid w:val="00CF333B"/>
    <w:rsid w:val="00CF5464"/>
    <w:rsid w:val="00CF5FF9"/>
    <w:rsid w:val="00CF7363"/>
    <w:rsid w:val="00CF77DC"/>
    <w:rsid w:val="00CF792F"/>
    <w:rsid w:val="00CF7EEC"/>
    <w:rsid w:val="00D00119"/>
    <w:rsid w:val="00D013DA"/>
    <w:rsid w:val="00D01736"/>
    <w:rsid w:val="00D03B54"/>
    <w:rsid w:val="00D044F6"/>
    <w:rsid w:val="00D046A6"/>
    <w:rsid w:val="00D06924"/>
    <w:rsid w:val="00D10377"/>
    <w:rsid w:val="00D12881"/>
    <w:rsid w:val="00D13F7B"/>
    <w:rsid w:val="00D15EBC"/>
    <w:rsid w:val="00D165A8"/>
    <w:rsid w:val="00D21C4E"/>
    <w:rsid w:val="00D22E85"/>
    <w:rsid w:val="00D3498D"/>
    <w:rsid w:val="00D42236"/>
    <w:rsid w:val="00D434E6"/>
    <w:rsid w:val="00D466C3"/>
    <w:rsid w:val="00D4689E"/>
    <w:rsid w:val="00D502CE"/>
    <w:rsid w:val="00D517A7"/>
    <w:rsid w:val="00D51D58"/>
    <w:rsid w:val="00D5330E"/>
    <w:rsid w:val="00D55317"/>
    <w:rsid w:val="00D60BAA"/>
    <w:rsid w:val="00D60C8C"/>
    <w:rsid w:val="00D6505F"/>
    <w:rsid w:val="00D65869"/>
    <w:rsid w:val="00D73082"/>
    <w:rsid w:val="00D76A08"/>
    <w:rsid w:val="00D77C10"/>
    <w:rsid w:val="00D804FB"/>
    <w:rsid w:val="00D805DE"/>
    <w:rsid w:val="00D80DF1"/>
    <w:rsid w:val="00D81A34"/>
    <w:rsid w:val="00D834EA"/>
    <w:rsid w:val="00D8366D"/>
    <w:rsid w:val="00D846D9"/>
    <w:rsid w:val="00D929D4"/>
    <w:rsid w:val="00D93392"/>
    <w:rsid w:val="00D97107"/>
    <w:rsid w:val="00D97716"/>
    <w:rsid w:val="00D97BE8"/>
    <w:rsid w:val="00DA1519"/>
    <w:rsid w:val="00DA167B"/>
    <w:rsid w:val="00DA2288"/>
    <w:rsid w:val="00DA3FC5"/>
    <w:rsid w:val="00DA600F"/>
    <w:rsid w:val="00DA6957"/>
    <w:rsid w:val="00DB2F24"/>
    <w:rsid w:val="00DB48E5"/>
    <w:rsid w:val="00DB4AB0"/>
    <w:rsid w:val="00DB54A6"/>
    <w:rsid w:val="00DB5A39"/>
    <w:rsid w:val="00DB79AE"/>
    <w:rsid w:val="00DC15D1"/>
    <w:rsid w:val="00DC343D"/>
    <w:rsid w:val="00DD4543"/>
    <w:rsid w:val="00DD6751"/>
    <w:rsid w:val="00DD686C"/>
    <w:rsid w:val="00DD730F"/>
    <w:rsid w:val="00DE25E5"/>
    <w:rsid w:val="00DE2D0E"/>
    <w:rsid w:val="00DE2ED5"/>
    <w:rsid w:val="00DE389F"/>
    <w:rsid w:val="00DE3E43"/>
    <w:rsid w:val="00DE53EA"/>
    <w:rsid w:val="00DE6873"/>
    <w:rsid w:val="00DE703C"/>
    <w:rsid w:val="00DE718D"/>
    <w:rsid w:val="00DE7890"/>
    <w:rsid w:val="00DF1C59"/>
    <w:rsid w:val="00DF2283"/>
    <w:rsid w:val="00E0055D"/>
    <w:rsid w:val="00E022B6"/>
    <w:rsid w:val="00E023B7"/>
    <w:rsid w:val="00E02D13"/>
    <w:rsid w:val="00E04422"/>
    <w:rsid w:val="00E066D6"/>
    <w:rsid w:val="00E06834"/>
    <w:rsid w:val="00E06BA4"/>
    <w:rsid w:val="00E11107"/>
    <w:rsid w:val="00E11E61"/>
    <w:rsid w:val="00E15CA9"/>
    <w:rsid w:val="00E16707"/>
    <w:rsid w:val="00E16A22"/>
    <w:rsid w:val="00E2371D"/>
    <w:rsid w:val="00E24A8A"/>
    <w:rsid w:val="00E24C5B"/>
    <w:rsid w:val="00E2575B"/>
    <w:rsid w:val="00E25BCA"/>
    <w:rsid w:val="00E25F12"/>
    <w:rsid w:val="00E266B1"/>
    <w:rsid w:val="00E27D3A"/>
    <w:rsid w:val="00E32437"/>
    <w:rsid w:val="00E32F2C"/>
    <w:rsid w:val="00E332AC"/>
    <w:rsid w:val="00E376C9"/>
    <w:rsid w:val="00E37887"/>
    <w:rsid w:val="00E41C9C"/>
    <w:rsid w:val="00E43226"/>
    <w:rsid w:val="00E43657"/>
    <w:rsid w:val="00E46848"/>
    <w:rsid w:val="00E46C7A"/>
    <w:rsid w:val="00E5248F"/>
    <w:rsid w:val="00E53331"/>
    <w:rsid w:val="00E54D5E"/>
    <w:rsid w:val="00E564D5"/>
    <w:rsid w:val="00E57612"/>
    <w:rsid w:val="00E60457"/>
    <w:rsid w:val="00E61DC0"/>
    <w:rsid w:val="00E62390"/>
    <w:rsid w:val="00E64478"/>
    <w:rsid w:val="00E678CB"/>
    <w:rsid w:val="00E67F7E"/>
    <w:rsid w:val="00E70FAB"/>
    <w:rsid w:val="00E71458"/>
    <w:rsid w:val="00E72F04"/>
    <w:rsid w:val="00E75D9F"/>
    <w:rsid w:val="00E76710"/>
    <w:rsid w:val="00E768D7"/>
    <w:rsid w:val="00E7771C"/>
    <w:rsid w:val="00E7783F"/>
    <w:rsid w:val="00E779D6"/>
    <w:rsid w:val="00E80977"/>
    <w:rsid w:val="00E84438"/>
    <w:rsid w:val="00E903D5"/>
    <w:rsid w:val="00E9201D"/>
    <w:rsid w:val="00E927BD"/>
    <w:rsid w:val="00E928A6"/>
    <w:rsid w:val="00E935E1"/>
    <w:rsid w:val="00E93790"/>
    <w:rsid w:val="00E94511"/>
    <w:rsid w:val="00E9532C"/>
    <w:rsid w:val="00EA5264"/>
    <w:rsid w:val="00EA6867"/>
    <w:rsid w:val="00EA7325"/>
    <w:rsid w:val="00EB0B2A"/>
    <w:rsid w:val="00EB1767"/>
    <w:rsid w:val="00EB1B95"/>
    <w:rsid w:val="00EB2D0D"/>
    <w:rsid w:val="00EB5A61"/>
    <w:rsid w:val="00EB63FE"/>
    <w:rsid w:val="00EC060A"/>
    <w:rsid w:val="00EC4E59"/>
    <w:rsid w:val="00EC7419"/>
    <w:rsid w:val="00ED3574"/>
    <w:rsid w:val="00ED57DB"/>
    <w:rsid w:val="00ED6A19"/>
    <w:rsid w:val="00EE6429"/>
    <w:rsid w:val="00EE6555"/>
    <w:rsid w:val="00EF3DE2"/>
    <w:rsid w:val="00EF4B98"/>
    <w:rsid w:val="00EF6A50"/>
    <w:rsid w:val="00EF76DD"/>
    <w:rsid w:val="00EF7A50"/>
    <w:rsid w:val="00F04262"/>
    <w:rsid w:val="00F07180"/>
    <w:rsid w:val="00F07A0E"/>
    <w:rsid w:val="00F1125E"/>
    <w:rsid w:val="00F122ED"/>
    <w:rsid w:val="00F1289D"/>
    <w:rsid w:val="00F14837"/>
    <w:rsid w:val="00F15356"/>
    <w:rsid w:val="00F15A23"/>
    <w:rsid w:val="00F15B05"/>
    <w:rsid w:val="00F213A0"/>
    <w:rsid w:val="00F32221"/>
    <w:rsid w:val="00F336B5"/>
    <w:rsid w:val="00F33860"/>
    <w:rsid w:val="00F35263"/>
    <w:rsid w:val="00F35614"/>
    <w:rsid w:val="00F364FF"/>
    <w:rsid w:val="00F404BB"/>
    <w:rsid w:val="00F4332A"/>
    <w:rsid w:val="00F46623"/>
    <w:rsid w:val="00F46762"/>
    <w:rsid w:val="00F4780E"/>
    <w:rsid w:val="00F502F6"/>
    <w:rsid w:val="00F50664"/>
    <w:rsid w:val="00F53614"/>
    <w:rsid w:val="00F544A2"/>
    <w:rsid w:val="00F6145E"/>
    <w:rsid w:val="00F62175"/>
    <w:rsid w:val="00F62B21"/>
    <w:rsid w:val="00F6627A"/>
    <w:rsid w:val="00F67C6C"/>
    <w:rsid w:val="00F71E60"/>
    <w:rsid w:val="00F7347A"/>
    <w:rsid w:val="00F74C6B"/>
    <w:rsid w:val="00F75B09"/>
    <w:rsid w:val="00F7780F"/>
    <w:rsid w:val="00F80C09"/>
    <w:rsid w:val="00F849CA"/>
    <w:rsid w:val="00F85AFE"/>
    <w:rsid w:val="00F85B60"/>
    <w:rsid w:val="00F85D70"/>
    <w:rsid w:val="00F8795E"/>
    <w:rsid w:val="00F92736"/>
    <w:rsid w:val="00F953C2"/>
    <w:rsid w:val="00F97B8F"/>
    <w:rsid w:val="00FA04B8"/>
    <w:rsid w:val="00FA1DF6"/>
    <w:rsid w:val="00FA59D1"/>
    <w:rsid w:val="00FB1BE3"/>
    <w:rsid w:val="00FB1F43"/>
    <w:rsid w:val="00FB3887"/>
    <w:rsid w:val="00FB3A82"/>
    <w:rsid w:val="00FB4028"/>
    <w:rsid w:val="00FB70B5"/>
    <w:rsid w:val="00FB7BF9"/>
    <w:rsid w:val="00FC046B"/>
    <w:rsid w:val="00FC0ED1"/>
    <w:rsid w:val="00FC3685"/>
    <w:rsid w:val="00FC4987"/>
    <w:rsid w:val="00FC4D93"/>
    <w:rsid w:val="00FC5014"/>
    <w:rsid w:val="00FC5525"/>
    <w:rsid w:val="00FC57D7"/>
    <w:rsid w:val="00FC7007"/>
    <w:rsid w:val="00FD38C9"/>
    <w:rsid w:val="00FD3FF7"/>
    <w:rsid w:val="00FD47B4"/>
    <w:rsid w:val="00FD6183"/>
    <w:rsid w:val="00FD6B33"/>
    <w:rsid w:val="00FD7984"/>
    <w:rsid w:val="00FE494C"/>
    <w:rsid w:val="00FF14A2"/>
    <w:rsid w:val="00FF1FA8"/>
    <w:rsid w:val="00FF3661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A0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3AA0"/>
    <w:pPr>
      <w:keepNext/>
      <w:tabs>
        <w:tab w:val="num" w:pos="0"/>
      </w:tabs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3B38"/>
    <w:pPr>
      <w:keepNext/>
      <w:widowControl w:val="0"/>
      <w:shd w:val="clear" w:color="auto" w:fill="FFFFFF"/>
      <w:tabs>
        <w:tab w:val="num" w:pos="0"/>
      </w:tabs>
      <w:autoSpaceDE w:val="0"/>
      <w:spacing w:before="418"/>
      <w:ind w:left="1944"/>
      <w:outlineLvl w:val="2"/>
    </w:pPr>
    <w:rPr>
      <w:b/>
      <w:bCs/>
      <w:color w:val="000000"/>
      <w:spacing w:val="-11"/>
      <w:sz w:val="37"/>
      <w:szCs w:val="3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01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B7201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81331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2D81"/>
    <w:rPr>
      <w:b/>
      <w:bCs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2D81"/>
    <w:rPr>
      <w:b/>
      <w:bCs/>
      <w:color w:val="000000"/>
      <w:spacing w:val="-11"/>
      <w:sz w:val="37"/>
      <w:szCs w:val="37"/>
      <w:shd w:val="clear" w:color="auto" w:fill="FFFFFF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D015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2D81"/>
    <w:rPr>
      <w:b/>
      <w:bCs/>
      <w:sz w:val="22"/>
      <w:szCs w:val="22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2D81"/>
    <w:rPr>
      <w:i/>
      <w:iCs/>
      <w:sz w:val="24"/>
      <w:szCs w:val="24"/>
      <w:lang w:eastAsia="ar-SA" w:bidi="ar-SA"/>
    </w:rPr>
  </w:style>
  <w:style w:type="paragraph" w:customStyle="1" w:styleId="a">
    <w:name w:val="Знак"/>
    <w:basedOn w:val="Normal"/>
    <w:uiPriority w:val="99"/>
    <w:rsid w:val="00947125"/>
    <w:pPr>
      <w:widowControl w:val="0"/>
      <w:tabs>
        <w:tab w:val="num" w:pos="1315"/>
      </w:tabs>
      <w:suppressAutoHyphens w:val="0"/>
      <w:adjustRightInd w:val="0"/>
      <w:spacing w:after="160" w:line="240" w:lineRule="exact"/>
      <w:ind w:left="1315" w:hanging="180"/>
      <w:jc w:val="center"/>
    </w:pPr>
    <w:rPr>
      <w:rFonts w:ascii="Arial CYR" w:hAnsi="Arial CYR" w:cs="Arial CYR"/>
      <w:b/>
      <w:bCs/>
      <w:i/>
      <w:iCs/>
      <w:sz w:val="28"/>
      <w:szCs w:val="28"/>
      <w:lang w:val="en-GB" w:eastAsia="en-US"/>
    </w:rPr>
  </w:style>
  <w:style w:type="character" w:customStyle="1" w:styleId="WW8Num1z0">
    <w:name w:val="WW8Num1z0"/>
    <w:uiPriority w:val="99"/>
    <w:rsid w:val="00A63AA0"/>
  </w:style>
  <w:style w:type="character" w:customStyle="1" w:styleId="Absatz-Standardschriftart">
    <w:name w:val="Absatz-Standardschriftart"/>
    <w:uiPriority w:val="99"/>
    <w:rsid w:val="00A63AA0"/>
  </w:style>
  <w:style w:type="character" w:customStyle="1" w:styleId="WW-Absatz-Standardschriftart">
    <w:name w:val="WW-Absatz-Standardschriftart"/>
    <w:uiPriority w:val="99"/>
    <w:rsid w:val="00A63AA0"/>
  </w:style>
  <w:style w:type="character" w:customStyle="1" w:styleId="WW8Num2z0">
    <w:name w:val="WW8Num2z0"/>
    <w:uiPriority w:val="99"/>
    <w:rsid w:val="00A63AA0"/>
  </w:style>
  <w:style w:type="character" w:customStyle="1" w:styleId="WW8Num3z0">
    <w:name w:val="WW8Num3z0"/>
    <w:uiPriority w:val="99"/>
    <w:rsid w:val="00A63AA0"/>
    <w:rPr>
      <w:b/>
      <w:bCs/>
    </w:rPr>
  </w:style>
  <w:style w:type="character" w:customStyle="1" w:styleId="WW-Absatz-Standardschriftart1">
    <w:name w:val="WW-Absatz-Standardschriftart1"/>
    <w:uiPriority w:val="99"/>
    <w:rsid w:val="00A63AA0"/>
  </w:style>
  <w:style w:type="character" w:customStyle="1" w:styleId="WW-Absatz-Standardschriftart11">
    <w:name w:val="WW-Absatz-Standardschriftart11"/>
    <w:uiPriority w:val="99"/>
    <w:rsid w:val="00A63AA0"/>
  </w:style>
  <w:style w:type="character" w:customStyle="1" w:styleId="WW-Absatz-Standardschriftart111">
    <w:name w:val="WW-Absatz-Standardschriftart111"/>
    <w:uiPriority w:val="99"/>
    <w:rsid w:val="00A63AA0"/>
  </w:style>
  <w:style w:type="character" w:customStyle="1" w:styleId="WW-Absatz-Standardschriftart1111">
    <w:name w:val="WW-Absatz-Standardschriftart1111"/>
    <w:uiPriority w:val="99"/>
    <w:rsid w:val="00A63AA0"/>
  </w:style>
  <w:style w:type="character" w:customStyle="1" w:styleId="WW-Absatz-Standardschriftart11111">
    <w:name w:val="WW-Absatz-Standardschriftart11111"/>
    <w:uiPriority w:val="99"/>
    <w:rsid w:val="00A63AA0"/>
  </w:style>
  <w:style w:type="character" w:customStyle="1" w:styleId="WW-Absatz-Standardschriftart111111">
    <w:name w:val="WW-Absatz-Standardschriftart111111"/>
    <w:uiPriority w:val="99"/>
    <w:rsid w:val="00A63AA0"/>
  </w:style>
  <w:style w:type="character" w:customStyle="1" w:styleId="WW-Absatz-Standardschriftart1111111">
    <w:name w:val="WW-Absatz-Standardschriftart1111111"/>
    <w:uiPriority w:val="99"/>
    <w:rsid w:val="00A63AA0"/>
  </w:style>
  <w:style w:type="character" w:customStyle="1" w:styleId="WW-Absatz-Standardschriftart11111111">
    <w:name w:val="WW-Absatz-Standardschriftart11111111"/>
    <w:uiPriority w:val="99"/>
    <w:rsid w:val="00A63AA0"/>
  </w:style>
  <w:style w:type="character" w:customStyle="1" w:styleId="3">
    <w:name w:val="Основной шрифт абзаца3"/>
    <w:uiPriority w:val="99"/>
    <w:rsid w:val="00A63AA0"/>
  </w:style>
  <w:style w:type="character" w:customStyle="1" w:styleId="WW-Absatz-Standardschriftart111111111">
    <w:name w:val="WW-Absatz-Standardschriftart111111111"/>
    <w:uiPriority w:val="99"/>
    <w:rsid w:val="00A63AA0"/>
  </w:style>
  <w:style w:type="character" w:customStyle="1" w:styleId="WW-Absatz-Standardschriftart1111111111">
    <w:name w:val="WW-Absatz-Standardschriftart1111111111"/>
    <w:uiPriority w:val="99"/>
    <w:rsid w:val="00A63AA0"/>
  </w:style>
  <w:style w:type="character" w:customStyle="1" w:styleId="2">
    <w:name w:val="Основной шрифт абзаца2"/>
    <w:uiPriority w:val="99"/>
    <w:rsid w:val="00A63AA0"/>
  </w:style>
  <w:style w:type="character" w:customStyle="1" w:styleId="1">
    <w:name w:val="Основной шрифт абзаца1"/>
    <w:uiPriority w:val="99"/>
    <w:rsid w:val="00A63AA0"/>
  </w:style>
  <w:style w:type="character" w:styleId="PageNumber">
    <w:name w:val="page number"/>
    <w:basedOn w:val="1"/>
    <w:uiPriority w:val="99"/>
    <w:rsid w:val="00A63AA0"/>
  </w:style>
  <w:style w:type="character" w:customStyle="1" w:styleId="a0">
    <w:name w:val="Символ нумерации"/>
    <w:uiPriority w:val="99"/>
    <w:rsid w:val="00A63AA0"/>
    <w:rPr>
      <w:b/>
      <w:bCs/>
    </w:rPr>
  </w:style>
  <w:style w:type="character" w:customStyle="1" w:styleId="a1">
    <w:name w:val="Маркеры списка"/>
    <w:uiPriority w:val="99"/>
    <w:rsid w:val="00A63AA0"/>
    <w:rPr>
      <w:rFonts w:ascii="StarSymbol" w:eastAsia="StarSymbol" w:hAnsi="StarSymbol" w:cs="StarSymbol"/>
      <w:sz w:val="18"/>
      <w:szCs w:val="18"/>
    </w:rPr>
  </w:style>
  <w:style w:type="paragraph" w:customStyle="1" w:styleId="a2">
    <w:name w:val="Заголовок"/>
    <w:basedOn w:val="Normal"/>
    <w:next w:val="BodyText"/>
    <w:uiPriority w:val="99"/>
    <w:rsid w:val="00A63AA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63AA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52D81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A63AA0"/>
  </w:style>
  <w:style w:type="paragraph" w:customStyle="1" w:styleId="30">
    <w:name w:val="Название3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31">
    <w:name w:val="Указатель3"/>
    <w:basedOn w:val="Normal"/>
    <w:uiPriority w:val="99"/>
    <w:rsid w:val="00A63AA0"/>
    <w:pPr>
      <w:suppressLineNumbers/>
    </w:pPr>
  </w:style>
  <w:style w:type="paragraph" w:customStyle="1" w:styleId="20">
    <w:name w:val="Название2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Normal"/>
    <w:uiPriority w:val="99"/>
    <w:rsid w:val="00A63AA0"/>
    <w:pPr>
      <w:suppressLineNumbers/>
    </w:pPr>
  </w:style>
  <w:style w:type="paragraph" w:customStyle="1" w:styleId="10">
    <w:name w:val="Название1"/>
    <w:basedOn w:val="Normal"/>
    <w:uiPriority w:val="99"/>
    <w:rsid w:val="00A63AA0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A63AA0"/>
    <w:pPr>
      <w:suppressLineNumbers/>
    </w:pPr>
  </w:style>
  <w:style w:type="paragraph" w:styleId="Header">
    <w:name w:val="header"/>
    <w:basedOn w:val="Normal"/>
    <w:link w:val="HeaderChar"/>
    <w:uiPriority w:val="99"/>
    <w:rsid w:val="00A63A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2D81"/>
    <w:rPr>
      <w:sz w:val="24"/>
      <w:szCs w:val="24"/>
      <w:lang w:eastAsia="ar-SA" w:bidi="ar-SA"/>
    </w:rPr>
  </w:style>
  <w:style w:type="paragraph" w:customStyle="1" w:styleId="ConsPlusTitle">
    <w:name w:val="ConsPlusTitle"/>
    <w:uiPriority w:val="99"/>
    <w:rsid w:val="00A63AA0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3">
    <w:name w:val="Содержимое врезки"/>
    <w:basedOn w:val="BodyText"/>
    <w:uiPriority w:val="99"/>
    <w:rsid w:val="00A63AA0"/>
  </w:style>
  <w:style w:type="paragraph" w:customStyle="1" w:styleId="12">
    <w:name w:val="Схема документа1"/>
    <w:basedOn w:val="Normal"/>
    <w:uiPriority w:val="99"/>
    <w:rsid w:val="00A63AA0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0F0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3B38"/>
    <w:rPr>
      <w:rFonts w:ascii="Tahoma" w:hAnsi="Tahoma" w:cs="Tahoma"/>
      <w:sz w:val="16"/>
      <w:szCs w:val="16"/>
      <w:lang w:val="ru-RU" w:eastAsia="ar-SA" w:bidi="ar-SA"/>
    </w:rPr>
  </w:style>
  <w:style w:type="paragraph" w:styleId="Footer">
    <w:name w:val="footer"/>
    <w:basedOn w:val="Normal"/>
    <w:link w:val="FooterChar"/>
    <w:uiPriority w:val="99"/>
    <w:rsid w:val="00D730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2D81"/>
    <w:rPr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BB7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6">
    <w:name w:val="Название6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60">
    <w:name w:val="Указатель6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5">
    <w:name w:val="Название5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50">
    <w:name w:val="Указатель5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4">
    <w:name w:val="Название4"/>
    <w:basedOn w:val="Normal"/>
    <w:uiPriority w:val="99"/>
    <w:rsid w:val="003D3B38"/>
    <w:pPr>
      <w:widowControl w:val="0"/>
      <w:suppressLineNumbers/>
      <w:autoSpaceDE w:val="0"/>
      <w:spacing w:before="120" w:after="120"/>
    </w:pPr>
    <w:rPr>
      <w:i/>
      <w:iCs/>
    </w:rPr>
  </w:style>
  <w:style w:type="paragraph" w:customStyle="1" w:styleId="40">
    <w:name w:val="Указатель4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ConsNormal">
    <w:name w:val="ConsNormal"/>
    <w:uiPriority w:val="99"/>
    <w:rsid w:val="003D3B38"/>
    <w:pPr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4">
    <w:name w:val="Содержимое таблицы"/>
    <w:basedOn w:val="Normal"/>
    <w:uiPriority w:val="99"/>
    <w:rsid w:val="003D3B38"/>
    <w:pPr>
      <w:widowControl w:val="0"/>
      <w:suppressLineNumbers/>
      <w:autoSpaceDE w:val="0"/>
    </w:pPr>
    <w:rPr>
      <w:sz w:val="20"/>
      <w:szCs w:val="20"/>
    </w:rPr>
  </w:style>
  <w:style w:type="paragraph" w:customStyle="1" w:styleId="a5">
    <w:name w:val="Заголовок таблицы"/>
    <w:basedOn w:val="a4"/>
    <w:uiPriority w:val="99"/>
    <w:rsid w:val="003D3B38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D3B38"/>
    <w:pPr>
      <w:widowControl w:val="0"/>
      <w:suppressAutoHyphens/>
      <w:autoSpaceDE w:val="0"/>
    </w:pPr>
    <w:rPr>
      <w:rFonts w:ascii="Calibri" w:hAnsi="Calibri" w:cs="Calibri"/>
      <w:lang w:eastAsia="ar-SA"/>
    </w:rPr>
  </w:style>
  <w:style w:type="character" w:customStyle="1" w:styleId="61">
    <w:name w:val="Основной шрифт абзаца6"/>
    <w:uiPriority w:val="99"/>
    <w:rsid w:val="003D3B38"/>
  </w:style>
  <w:style w:type="character" w:customStyle="1" w:styleId="51">
    <w:name w:val="Основной шрифт абзаца5"/>
    <w:uiPriority w:val="99"/>
    <w:rsid w:val="003D3B38"/>
  </w:style>
  <w:style w:type="character" w:customStyle="1" w:styleId="WW-Absatz-Standardschriftart11111111111">
    <w:name w:val="WW-Absatz-Standardschriftart11111111111"/>
    <w:uiPriority w:val="99"/>
    <w:rsid w:val="003D3B38"/>
  </w:style>
  <w:style w:type="character" w:customStyle="1" w:styleId="41">
    <w:name w:val="Основной шрифт абзаца4"/>
    <w:uiPriority w:val="99"/>
    <w:rsid w:val="003D3B38"/>
  </w:style>
  <w:style w:type="character" w:customStyle="1" w:styleId="WW-Absatz-Standardschriftart111111111111">
    <w:name w:val="WW-Absatz-Standardschriftart111111111111"/>
    <w:uiPriority w:val="99"/>
    <w:rsid w:val="003D3B38"/>
  </w:style>
  <w:style w:type="character" w:customStyle="1" w:styleId="WW-Absatz-Standardschriftart1111111111111">
    <w:name w:val="WW-Absatz-Standardschriftart1111111111111"/>
    <w:uiPriority w:val="99"/>
    <w:rsid w:val="003D3B38"/>
  </w:style>
  <w:style w:type="character" w:customStyle="1" w:styleId="WW-Absatz-Standardschriftart11111111111111">
    <w:name w:val="WW-Absatz-Standardschriftart11111111111111"/>
    <w:uiPriority w:val="99"/>
    <w:rsid w:val="003D3B38"/>
  </w:style>
  <w:style w:type="character" w:customStyle="1" w:styleId="WW-Absatz-Standardschriftart111111111111111">
    <w:name w:val="WW-Absatz-Standardschriftart111111111111111"/>
    <w:uiPriority w:val="99"/>
    <w:rsid w:val="003D3B38"/>
  </w:style>
  <w:style w:type="character" w:customStyle="1" w:styleId="WW-Absatz-Standardschriftart1111111111111111">
    <w:name w:val="WW-Absatz-Standardschriftart1111111111111111"/>
    <w:uiPriority w:val="99"/>
    <w:rsid w:val="003D3B38"/>
  </w:style>
  <w:style w:type="character" w:customStyle="1" w:styleId="WW-Absatz-Standardschriftart11111111111111111">
    <w:name w:val="WW-Absatz-Standardschriftart11111111111111111"/>
    <w:uiPriority w:val="99"/>
    <w:rsid w:val="003D3B38"/>
  </w:style>
  <w:style w:type="character" w:customStyle="1" w:styleId="WW-Absatz-Standardschriftart111111111111111111">
    <w:name w:val="WW-Absatz-Standardschriftart111111111111111111"/>
    <w:uiPriority w:val="99"/>
    <w:rsid w:val="003D3B38"/>
  </w:style>
  <w:style w:type="character" w:customStyle="1" w:styleId="WW-Absatz-Standardschriftart1111111111111111111">
    <w:name w:val="WW-Absatz-Standardschriftart1111111111111111111"/>
    <w:uiPriority w:val="99"/>
    <w:rsid w:val="003D3B38"/>
  </w:style>
  <w:style w:type="character" w:customStyle="1" w:styleId="WW-Absatz-Standardschriftart11111111111111111111">
    <w:name w:val="WW-Absatz-Standardschriftart11111111111111111111"/>
    <w:uiPriority w:val="99"/>
    <w:rsid w:val="003D3B38"/>
  </w:style>
  <w:style w:type="character" w:customStyle="1" w:styleId="WW-Absatz-Standardschriftart111111111111111111111">
    <w:name w:val="WW-Absatz-Standardschriftart111111111111111111111"/>
    <w:uiPriority w:val="99"/>
    <w:rsid w:val="003D3B38"/>
  </w:style>
  <w:style w:type="character" w:customStyle="1" w:styleId="WW-Absatz-Standardschriftart1111111111111111111111">
    <w:name w:val="WW-Absatz-Standardschriftart1111111111111111111111"/>
    <w:uiPriority w:val="99"/>
    <w:rsid w:val="003D3B38"/>
  </w:style>
  <w:style w:type="character" w:customStyle="1" w:styleId="WW-Absatz-Standardschriftart11111111111111111111111">
    <w:name w:val="WW-Absatz-Standardschriftart11111111111111111111111"/>
    <w:uiPriority w:val="99"/>
    <w:rsid w:val="003D3B38"/>
  </w:style>
  <w:style w:type="character" w:customStyle="1" w:styleId="WW-Absatz-Standardschriftart111111111111111111111111">
    <w:name w:val="WW-Absatz-Standardschriftart111111111111111111111111"/>
    <w:uiPriority w:val="99"/>
    <w:rsid w:val="003D3B38"/>
  </w:style>
  <w:style w:type="character" w:customStyle="1" w:styleId="WW-Absatz-Standardschriftart1111111111111111111111111">
    <w:name w:val="WW-Absatz-Standardschriftart1111111111111111111111111"/>
    <w:uiPriority w:val="99"/>
    <w:rsid w:val="003D3B38"/>
  </w:style>
  <w:style w:type="character" w:customStyle="1" w:styleId="WW-Absatz-Standardschriftart11111111111111111111111111">
    <w:name w:val="WW-Absatz-Standardschriftart11111111111111111111111111"/>
    <w:uiPriority w:val="99"/>
    <w:rsid w:val="003D3B38"/>
  </w:style>
  <w:style w:type="character" w:customStyle="1" w:styleId="WW-Absatz-Standardschriftart111111111111111111111111111">
    <w:name w:val="WW-Absatz-Standardschriftart111111111111111111111111111"/>
    <w:uiPriority w:val="99"/>
    <w:rsid w:val="003D3B38"/>
  </w:style>
  <w:style w:type="character" w:customStyle="1" w:styleId="WW-Absatz-Standardschriftart1111111111111111111111111111">
    <w:name w:val="WW-Absatz-Standardschriftart1111111111111111111111111111"/>
    <w:uiPriority w:val="99"/>
    <w:rsid w:val="003D3B38"/>
  </w:style>
  <w:style w:type="character" w:customStyle="1" w:styleId="WW-Absatz-Standardschriftart11111111111111111111111111111">
    <w:name w:val="WW-Absatz-Standardschriftart11111111111111111111111111111"/>
    <w:uiPriority w:val="99"/>
    <w:rsid w:val="003D3B38"/>
  </w:style>
  <w:style w:type="character" w:customStyle="1" w:styleId="WW-Absatz-Standardschriftart111111111111111111111111111111">
    <w:name w:val="WW-Absatz-Standardschriftart111111111111111111111111111111"/>
    <w:uiPriority w:val="99"/>
    <w:rsid w:val="003D3B38"/>
  </w:style>
  <w:style w:type="character" w:customStyle="1" w:styleId="WW-Absatz-Standardschriftart1111111111111111111111111111111">
    <w:name w:val="WW-Absatz-Standardschriftart1111111111111111111111111111111"/>
    <w:uiPriority w:val="99"/>
    <w:rsid w:val="003D3B38"/>
  </w:style>
  <w:style w:type="character" w:customStyle="1" w:styleId="WW-Absatz-Standardschriftart11111111111111111111111111111111">
    <w:name w:val="WW-Absatz-Standardschriftart11111111111111111111111111111111"/>
    <w:uiPriority w:val="99"/>
    <w:rsid w:val="003D3B38"/>
  </w:style>
  <w:style w:type="character" w:customStyle="1" w:styleId="WW8Num4z3">
    <w:name w:val="WW8Num4z3"/>
    <w:uiPriority w:val="99"/>
    <w:rsid w:val="003D3B38"/>
    <w:rPr>
      <w:rFonts w:ascii="Symbol" w:hAnsi="Symbol" w:cs="Symbol"/>
    </w:rPr>
  </w:style>
  <w:style w:type="paragraph" w:customStyle="1" w:styleId="WW-TableContents">
    <w:name w:val="WW-Table Contents"/>
    <w:basedOn w:val="Normal"/>
    <w:uiPriority w:val="99"/>
    <w:rsid w:val="00534AE2"/>
    <w:pPr>
      <w:widowControl w:val="0"/>
      <w:autoSpaceDE w:val="0"/>
    </w:pPr>
    <w:rPr>
      <w:rFonts w:ascii="Arial CYR" w:hAnsi="Arial CYR" w:cs="Arial CYR"/>
    </w:rPr>
  </w:style>
  <w:style w:type="paragraph" w:customStyle="1" w:styleId="WW-TableHeading">
    <w:name w:val="WW-Table Heading"/>
    <w:basedOn w:val="WW-TableContents"/>
    <w:uiPriority w:val="99"/>
    <w:rsid w:val="00534AE2"/>
    <w:pPr>
      <w:jc w:val="center"/>
    </w:pPr>
    <w:rPr>
      <w:b/>
      <w:bCs/>
      <w:i/>
      <w:iCs/>
    </w:rPr>
  </w:style>
  <w:style w:type="character" w:styleId="Hyperlink">
    <w:name w:val="Hyperlink"/>
    <w:basedOn w:val="DefaultParagraphFont"/>
    <w:uiPriority w:val="99"/>
    <w:rsid w:val="008D015B"/>
    <w:rPr>
      <w:color w:val="0000FF"/>
      <w:u w:val="single"/>
    </w:rPr>
  </w:style>
  <w:style w:type="character" w:customStyle="1" w:styleId="blk">
    <w:name w:val="blk"/>
    <w:basedOn w:val="DefaultParagraphFont"/>
    <w:uiPriority w:val="99"/>
    <w:rsid w:val="005E1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87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27</Pages>
  <Words>8397</Words>
  <Characters>-32766</Characters>
  <Application>Microsoft Office Outlook</Application>
  <DocSecurity>0</DocSecurity>
  <Lines>0</Lines>
  <Paragraphs>0</Paragraphs>
  <ScaleCrop>false</ScaleCrop>
  <Company>Адм. Покрово-Арчадинского сельсовета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проект                                        </dc:title>
  <dc:subject/>
  <dc:creator>Юрист</dc:creator>
  <cp:keywords/>
  <dc:description/>
  <cp:lastModifiedBy>XakeR</cp:lastModifiedBy>
  <cp:revision>3</cp:revision>
  <cp:lastPrinted>2021-02-24T08:58:00Z</cp:lastPrinted>
  <dcterms:created xsi:type="dcterms:W3CDTF">2021-02-24T07:32:00Z</dcterms:created>
  <dcterms:modified xsi:type="dcterms:W3CDTF">2021-02-24T09:56:00Z</dcterms:modified>
</cp:coreProperties>
</file>